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1DAC7" w14:textId="4D2586B0" w:rsidR="00A13844" w:rsidRPr="004D5147" w:rsidRDefault="00A13844" w:rsidP="009710CE">
      <w:pPr>
        <w:ind w:left="-851" w:right="-710" w:firstLine="851"/>
        <w:jc w:val="center"/>
        <w:rPr>
          <w:rFonts w:asciiTheme="minorHAnsi" w:hAnsiTheme="minorHAnsi" w:cstheme="minorHAnsi"/>
          <w:b/>
        </w:rPr>
      </w:pPr>
      <w:r w:rsidRPr="004D5147">
        <w:rPr>
          <w:rFonts w:asciiTheme="minorHAnsi" w:hAnsiTheme="minorHAnsi" w:cstheme="minorHAnsi"/>
          <w:b/>
        </w:rPr>
        <w:t>ANEXO I</w:t>
      </w:r>
      <w:r w:rsidR="00012C6B" w:rsidRPr="004D5147">
        <w:rPr>
          <w:rFonts w:asciiTheme="minorHAnsi" w:hAnsiTheme="minorHAnsi" w:cstheme="minorHAnsi"/>
          <w:b/>
        </w:rPr>
        <w:t>I</w:t>
      </w:r>
    </w:p>
    <w:p w14:paraId="2B82D032" w14:textId="77777777" w:rsidR="00A13844" w:rsidRDefault="00A13844" w:rsidP="00A13844">
      <w:pPr>
        <w:ind w:left="-851" w:right="-710"/>
        <w:jc w:val="center"/>
        <w:rPr>
          <w:rFonts w:asciiTheme="minorHAnsi" w:hAnsiTheme="minorHAnsi" w:cstheme="minorHAnsi"/>
          <w:b/>
        </w:rPr>
      </w:pPr>
      <w:r w:rsidRPr="004D5147">
        <w:rPr>
          <w:rFonts w:asciiTheme="minorHAnsi" w:hAnsiTheme="minorHAnsi" w:cstheme="minorHAnsi"/>
          <w:b/>
        </w:rPr>
        <w:t>MODELO DE SOLICITUD DE ACCESO</w:t>
      </w:r>
    </w:p>
    <w:p w14:paraId="59275A6E" w14:textId="77777777" w:rsidR="00687524" w:rsidRPr="004D5147" w:rsidRDefault="00687524" w:rsidP="00A13844">
      <w:pPr>
        <w:ind w:left="-851" w:right="-710"/>
        <w:jc w:val="center"/>
        <w:rPr>
          <w:rFonts w:asciiTheme="minorHAnsi" w:hAnsiTheme="minorHAnsi" w:cstheme="minorHAnsi"/>
          <w:b/>
        </w:rPr>
      </w:pPr>
    </w:p>
    <w:tbl>
      <w:tblPr>
        <w:tblW w:w="10020" w:type="dxa"/>
        <w:tblInd w:w="-692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ayout w:type="fixed"/>
        <w:tblLook w:val="01E0" w:firstRow="1" w:lastRow="1" w:firstColumn="1" w:lastColumn="1" w:noHBand="0" w:noVBand="0"/>
      </w:tblPr>
      <w:tblGrid>
        <w:gridCol w:w="1053"/>
        <w:gridCol w:w="1863"/>
        <w:gridCol w:w="444"/>
        <w:gridCol w:w="985"/>
        <w:gridCol w:w="432"/>
        <w:gridCol w:w="478"/>
        <w:gridCol w:w="515"/>
        <w:gridCol w:w="560"/>
        <w:gridCol w:w="125"/>
        <w:gridCol w:w="552"/>
        <w:gridCol w:w="621"/>
        <w:gridCol w:w="2392"/>
      </w:tblGrid>
      <w:tr w:rsidR="004D5147" w:rsidRPr="004D5147" w14:paraId="63C91FE7" w14:textId="77777777" w:rsidTr="00266716">
        <w:tc>
          <w:tcPr>
            <w:tcW w:w="10020" w:type="dxa"/>
            <w:gridSpan w:val="12"/>
            <w:tcBorders>
              <w:top w:val="single" w:sz="8" w:space="0" w:color="4F81BD"/>
              <w:left w:val="single" w:sz="8" w:space="0" w:color="4F81BD"/>
              <w:bottom w:val="single" w:sz="4" w:space="0" w:color="auto"/>
              <w:right w:val="single" w:sz="8" w:space="0" w:color="4F81BD"/>
            </w:tcBorders>
            <w:shd w:val="clear" w:color="auto" w:fill="A6A6A6"/>
          </w:tcPr>
          <w:p w14:paraId="5479E814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center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8"/>
              </w:rPr>
              <w:t>PUESTO SOLICITADO</w:t>
            </w:r>
          </w:p>
        </w:tc>
      </w:tr>
      <w:tr w:rsidR="004D5147" w:rsidRPr="004D5147" w14:paraId="5E8AA9B5" w14:textId="77777777" w:rsidTr="00266716">
        <w:tc>
          <w:tcPr>
            <w:tcW w:w="52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DBD4" w14:textId="270C145B" w:rsidR="00A13844" w:rsidRPr="004D5147" w:rsidRDefault="00A13844" w:rsidP="003174F1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 xml:space="preserve">OCUPACIÓN: </w:t>
            </w:r>
            <w:r w:rsidR="00FD3A0B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JEFE/A DIVISION ASUNTOS JURÍDICOS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3F5E2" w14:textId="5BDE89A1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Grupo: 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CBCD7" w14:textId="1B4BAB1E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Banda: 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55780" w14:textId="606E618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Nivel:</w:t>
            </w:r>
          </w:p>
        </w:tc>
      </w:tr>
      <w:tr w:rsidR="004D5147" w:rsidRPr="004D5147" w14:paraId="09032C18" w14:textId="77777777" w:rsidTr="00266716">
        <w:tc>
          <w:tcPr>
            <w:tcW w:w="52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D674A" w14:textId="6A5C7660" w:rsidR="00A13844" w:rsidRPr="004D5147" w:rsidRDefault="00A13844" w:rsidP="00266716">
            <w:pPr>
              <w:tabs>
                <w:tab w:val="left" w:pos="7088"/>
              </w:tabs>
              <w:suppressAutoHyphens/>
              <w:ind w:right="601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 xml:space="preserve">ACCESO: </w:t>
            </w:r>
            <w:r w:rsidR="00FD3A0B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PROMOCION INTERNA</w:t>
            </w:r>
          </w:p>
          <w:p w14:paraId="19902FE4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ind w:right="601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47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A0589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FECHA CONVOCATORIA:</w:t>
            </w:r>
          </w:p>
        </w:tc>
      </w:tr>
      <w:tr w:rsidR="004D5147" w:rsidRPr="004D5147" w14:paraId="1A2A78E0" w14:textId="77777777" w:rsidTr="00266716">
        <w:trPr>
          <w:trHeight w:val="177"/>
        </w:trPr>
        <w:tc>
          <w:tcPr>
            <w:tcW w:w="100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59BF4798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center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8"/>
              </w:rPr>
              <w:t>DATOS PERSONALES</w:t>
            </w:r>
          </w:p>
        </w:tc>
      </w:tr>
      <w:tr w:rsidR="004D5147" w:rsidRPr="004D5147" w14:paraId="75C3A290" w14:textId="77777777" w:rsidTr="00266716">
        <w:tc>
          <w:tcPr>
            <w:tcW w:w="47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BD701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APELLIDOS:</w:t>
            </w:r>
          </w:p>
        </w:tc>
        <w:tc>
          <w:tcPr>
            <w:tcW w:w="52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432F4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NOMBRE COMPLETO:</w:t>
            </w:r>
          </w:p>
        </w:tc>
      </w:tr>
      <w:tr w:rsidR="004D5147" w:rsidRPr="004D5147" w14:paraId="054BE125" w14:textId="77777777" w:rsidTr="00266716"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06C0A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DNI.:</w:t>
            </w:r>
          </w:p>
        </w:tc>
        <w:tc>
          <w:tcPr>
            <w:tcW w:w="2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DB40B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TELEFONO:</w:t>
            </w:r>
          </w:p>
        </w:tc>
        <w:tc>
          <w:tcPr>
            <w:tcW w:w="4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0DFF1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E-MAIL:</w:t>
            </w:r>
          </w:p>
        </w:tc>
      </w:tr>
      <w:tr w:rsidR="004D5147" w:rsidRPr="004D5147" w14:paraId="06F6B968" w14:textId="77777777" w:rsidTr="00266716">
        <w:tc>
          <w:tcPr>
            <w:tcW w:w="70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8EB95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DIRECCIÓN:</w:t>
            </w:r>
          </w:p>
        </w:tc>
        <w:tc>
          <w:tcPr>
            <w:tcW w:w="3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29FBC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C.P.:</w:t>
            </w:r>
          </w:p>
        </w:tc>
      </w:tr>
      <w:tr w:rsidR="004D5147" w:rsidRPr="004D5147" w14:paraId="28AAEDC9" w14:textId="77777777" w:rsidTr="00266716"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3708C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LOCALIDAD:</w:t>
            </w:r>
          </w:p>
        </w:tc>
        <w:tc>
          <w:tcPr>
            <w:tcW w:w="3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17351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PROVINCIA:</w:t>
            </w:r>
          </w:p>
        </w:tc>
        <w:tc>
          <w:tcPr>
            <w:tcW w:w="3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1B6B3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NACIONALIDAD:</w:t>
            </w:r>
          </w:p>
        </w:tc>
      </w:tr>
      <w:tr w:rsidR="004D5147" w:rsidRPr="004D5147" w14:paraId="1C2B0A52" w14:textId="77777777" w:rsidTr="00266716">
        <w:tc>
          <w:tcPr>
            <w:tcW w:w="100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4070FC21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center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</w:p>
          <w:p w14:paraId="49855C19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center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DOCUMENTOS JUSTIFICATIVOS QUE DEBEN ACOMPAÑAR A LA SOLICITUD</w:t>
            </w:r>
          </w:p>
        </w:tc>
      </w:tr>
      <w:tr w:rsidR="004D5147" w:rsidRPr="004D5147" w14:paraId="0AD742D0" w14:textId="77777777" w:rsidTr="00370EA1">
        <w:trPr>
          <w:trHeight w:val="235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9A18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Pág.</w:t>
            </w:r>
          </w:p>
        </w:tc>
        <w:tc>
          <w:tcPr>
            <w:tcW w:w="89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F6E4D" w14:textId="07FB5A0A" w:rsidR="00A13844" w:rsidRPr="004D5147" w:rsidRDefault="00FD3A0B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Fotoc</w:t>
            </w:r>
            <w:r w:rsidR="00A13844" w:rsidRPr="004D5147">
              <w:rPr>
                <w:rFonts w:asciiTheme="minorHAnsi" w:hAnsiTheme="minorHAnsi" w:cstheme="minorHAnsi"/>
                <w:bCs/>
                <w:sz w:val="18"/>
                <w:szCs w:val="18"/>
              </w:rPr>
              <w:t>opia DNI, NIE o pasaporte vigente.</w:t>
            </w:r>
          </w:p>
        </w:tc>
      </w:tr>
      <w:tr w:rsidR="00FD3A0B" w:rsidRPr="004D5147" w14:paraId="680D63A4" w14:textId="77777777" w:rsidTr="00370EA1">
        <w:trPr>
          <w:trHeight w:val="139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045EC" w14:textId="361DB62F" w:rsidR="00FD3A0B" w:rsidRDefault="00FD3A0B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Pag.</w:t>
            </w:r>
          </w:p>
        </w:tc>
        <w:tc>
          <w:tcPr>
            <w:tcW w:w="89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76C29" w14:textId="0069ADB8" w:rsidR="00FD3A0B" w:rsidRDefault="00FD3A0B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Fotocopia del permiso de conducción clase B vigente.</w:t>
            </w:r>
          </w:p>
        </w:tc>
      </w:tr>
      <w:tr w:rsidR="00471B8E" w:rsidRPr="004D5147" w14:paraId="6A6EA18D" w14:textId="77777777" w:rsidTr="00370EA1">
        <w:trPr>
          <w:trHeight w:val="139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3997E" w14:textId="14E7463C" w:rsidR="00471B8E" w:rsidRPr="004D5147" w:rsidRDefault="00471B8E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Pág.</w:t>
            </w:r>
          </w:p>
        </w:tc>
        <w:tc>
          <w:tcPr>
            <w:tcW w:w="89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1D23" w14:textId="51CB2BFA" w:rsidR="00471B8E" w:rsidRPr="004D5147" w:rsidRDefault="00FD3A0B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FD3A0B">
              <w:rPr>
                <w:rFonts w:asciiTheme="minorHAnsi" w:hAnsiTheme="minorHAnsi" w:cstheme="minorHAnsi"/>
                <w:bCs/>
                <w:sz w:val="18"/>
                <w:szCs w:val="18"/>
              </w:rPr>
              <w:t>Fotocopia de la titulación académica requerida en la convocatoria</w:t>
            </w:r>
          </w:p>
        </w:tc>
      </w:tr>
      <w:tr w:rsidR="004D5147" w:rsidRPr="004D5147" w14:paraId="66DC9567" w14:textId="77777777" w:rsidTr="00370EA1">
        <w:trPr>
          <w:trHeight w:val="185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2368A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Pág.</w:t>
            </w:r>
          </w:p>
        </w:tc>
        <w:tc>
          <w:tcPr>
            <w:tcW w:w="89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33748" w14:textId="4E1A7F70" w:rsidR="00A13844" w:rsidRPr="00C667D6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667D6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Documentos justificativos de </w:t>
            </w:r>
            <w:r w:rsidR="00155A73" w:rsidRPr="00C667D6">
              <w:rPr>
                <w:rFonts w:asciiTheme="minorHAnsi" w:hAnsiTheme="minorHAnsi" w:cstheme="minorHAnsi"/>
                <w:bCs/>
                <w:sz w:val="18"/>
                <w:szCs w:val="18"/>
              </w:rPr>
              <w:t>la experiencia y de los méritos</w:t>
            </w:r>
            <w:r w:rsidR="007976D7" w:rsidRPr="00C667D6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</w:tc>
      </w:tr>
      <w:tr w:rsidR="0033550E" w:rsidRPr="004D5147" w14:paraId="3C5E799F" w14:textId="77777777" w:rsidTr="00370EA1">
        <w:trPr>
          <w:trHeight w:val="203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D304" w14:textId="5C804DD5" w:rsidR="0033550E" w:rsidRPr="004D5147" w:rsidRDefault="0033550E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Pág</w:t>
            </w:r>
          </w:p>
        </w:tc>
        <w:tc>
          <w:tcPr>
            <w:tcW w:w="89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E0BFB" w14:textId="3A7AEF78" w:rsidR="0033550E" w:rsidRPr="00C667D6" w:rsidRDefault="0033550E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Informe de vida laboral</w:t>
            </w:r>
          </w:p>
        </w:tc>
      </w:tr>
      <w:tr w:rsidR="004D5147" w:rsidRPr="004D5147" w14:paraId="0EB874A1" w14:textId="77777777" w:rsidTr="00370EA1">
        <w:trPr>
          <w:trHeight w:val="149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C7EDD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Pág.</w:t>
            </w:r>
          </w:p>
        </w:tc>
        <w:tc>
          <w:tcPr>
            <w:tcW w:w="89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BB415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Cs/>
                <w:sz w:val="18"/>
                <w:szCs w:val="18"/>
              </w:rPr>
              <w:t>Currículo Vitae</w:t>
            </w:r>
          </w:p>
        </w:tc>
      </w:tr>
      <w:tr w:rsidR="004D5147" w:rsidRPr="004D5147" w14:paraId="2DC3732B" w14:textId="77777777" w:rsidTr="00266716">
        <w:tc>
          <w:tcPr>
            <w:tcW w:w="100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555F06A6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center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</w:p>
          <w:p w14:paraId="398EF70E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center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TITULACIÓN ACADEMICA</w:t>
            </w:r>
          </w:p>
          <w:p w14:paraId="3CA8AB61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center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</w:p>
        </w:tc>
      </w:tr>
      <w:tr w:rsidR="004D5147" w:rsidRPr="004D5147" w14:paraId="2BC02299" w14:textId="77777777" w:rsidTr="00266716">
        <w:tc>
          <w:tcPr>
            <w:tcW w:w="4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E2604AC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DENOMINACION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38E2256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FECHA DE EXPEDICIÓN</w:t>
            </w:r>
          </w:p>
        </w:tc>
        <w:tc>
          <w:tcPr>
            <w:tcW w:w="3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EC80DA5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CENTRO</w:t>
            </w:r>
          </w:p>
        </w:tc>
      </w:tr>
      <w:tr w:rsidR="004D5147" w:rsidRPr="004D5147" w14:paraId="7FCCE7F2" w14:textId="77777777" w:rsidTr="00266716">
        <w:trPr>
          <w:trHeight w:hRule="exact" w:val="392"/>
        </w:trPr>
        <w:tc>
          <w:tcPr>
            <w:tcW w:w="4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C0F24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</w:p>
          <w:p w14:paraId="54DD9D76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</w:p>
          <w:p w14:paraId="54EE9959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</w:p>
          <w:p w14:paraId="607DD13C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</w:p>
          <w:p w14:paraId="55D0C5D5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</w:p>
          <w:p w14:paraId="454270D1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EE61B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  <w:p w14:paraId="07FE6E08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  <w:p w14:paraId="46CFE2AD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</w:tc>
        <w:tc>
          <w:tcPr>
            <w:tcW w:w="3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7E269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</w:p>
          <w:p w14:paraId="6AF5AEA2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</w:p>
          <w:p w14:paraId="6E396A8B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</w:p>
          <w:p w14:paraId="2BB953B4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</w:p>
        </w:tc>
      </w:tr>
      <w:tr w:rsidR="004D5147" w:rsidRPr="004D5147" w14:paraId="677CC37B" w14:textId="77777777" w:rsidTr="00266716">
        <w:trPr>
          <w:trHeight w:hRule="exact" w:val="426"/>
        </w:trPr>
        <w:tc>
          <w:tcPr>
            <w:tcW w:w="4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B1AA8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A707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</w:tc>
        <w:tc>
          <w:tcPr>
            <w:tcW w:w="3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68518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</w:p>
        </w:tc>
      </w:tr>
      <w:tr w:rsidR="004D5147" w:rsidRPr="004D5147" w14:paraId="6A9DA826" w14:textId="77777777" w:rsidTr="00266716">
        <w:trPr>
          <w:trHeight w:hRule="exact" w:val="426"/>
        </w:trPr>
        <w:tc>
          <w:tcPr>
            <w:tcW w:w="4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436C0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4142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</w:tc>
        <w:tc>
          <w:tcPr>
            <w:tcW w:w="3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57531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</w:p>
        </w:tc>
      </w:tr>
    </w:tbl>
    <w:p w14:paraId="3D48A15B" w14:textId="77777777" w:rsidR="00A13844" w:rsidRPr="004D5147" w:rsidRDefault="00A13844" w:rsidP="00A13844">
      <w:pPr>
        <w:tabs>
          <w:tab w:val="left" w:pos="7088"/>
        </w:tabs>
        <w:suppressAutoHyphens/>
        <w:ind w:right="-144"/>
        <w:jc w:val="both"/>
        <w:outlineLvl w:val="1"/>
        <w:rPr>
          <w:rFonts w:asciiTheme="minorHAnsi" w:hAnsiTheme="minorHAnsi" w:cstheme="minorHAnsi"/>
          <w:bCs/>
          <w:sz w:val="14"/>
          <w:szCs w:val="18"/>
        </w:rPr>
      </w:pPr>
    </w:p>
    <w:p w14:paraId="2662FAF3" w14:textId="2FBFA31F" w:rsidR="00A13844" w:rsidRPr="004D5147" w:rsidRDefault="00A13844" w:rsidP="00A13844">
      <w:pPr>
        <w:autoSpaceDE w:val="0"/>
        <w:autoSpaceDN w:val="0"/>
        <w:adjustRightInd w:val="0"/>
        <w:ind w:left="-851"/>
        <w:jc w:val="both"/>
        <w:rPr>
          <w:rFonts w:asciiTheme="minorHAnsi" w:hAnsiTheme="minorHAnsi" w:cstheme="minorHAnsi"/>
          <w:sz w:val="18"/>
          <w:szCs w:val="18"/>
        </w:rPr>
      </w:pPr>
      <w:r w:rsidRPr="004D5147">
        <w:rPr>
          <w:rFonts w:asciiTheme="minorHAnsi" w:hAnsiTheme="minorHAnsi" w:cstheme="minorHAnsi"/>
          <w:bCs/>
          <w:sz w:val="18"/>
          <w:szCs w:val="18"/>
        </w:rPr>
        <w:t xml:space="preserve">El abajo firmante SOLICITA ser admitido en el proceso selectivo a que se refiere la presente instancia, DECLARA </w:t>
      </w:r>
      <w:r w:rsidRPr="004D5147">
        <w:rPr>
          <w:rFonts w:asciiTheme="minorHAnsi" w:hAnsiTheme="minorHAnsi" w:cstheme="minorHAnsi"/>
          <w:sz w:val="18"/>
          <w:szCs w:val="18"/>
        </w:rPr>
        <w:t xml:space="preserve">BAJO SU RESPONSABILIDAD </w:t>
      </w:r>
      <w:r w:rsidRPr="004D5147">
        <w:rPr>
          <w:rFonts w:asciiTheme="minorHAnsi" w:hAnsiTheme="minorHAnsi" w:cstheme="minorHAnsi"/>
          <w:bCs/>
          <w:sz w:val="18"/>
          <w:szCs w:val="18"/>
        </w:rPr>
        <w:t xml:space="preserve">que son ciertos los datos consignados y que reúne las condiciones exigidas y señaladas en las bases de la convocatoria, las que asume y acepta, y se compromete a probar documentalmente todos los datos que figuran en esta solicitud.  </w:t>
      </w:r>
      <w:r w:rsidRPr="004D5147">
        <w:rPr>
          <w:rFonts w:asciiTheme="minorHAnsi" w:hAnsiTheme="minorHAnsi" w:cstheme="minorHAnsi"/>
          <w:sz w:val="18"/>
          <w:szCs w:val="18"/>
        </w:rPr>
        <w:t xml:space="preserve">DECLARA BAJO SU RESPONSABILIDAD no encontrarse inhabilitado/a por sentencia firme para el ejercicio de las funciones del puesto al que concurre, ni hallarse separado/a, ni haber sido despedido/a mediante expediente disciplinario en cualquier Administración Pública del Estado Español, de los Estados Miembros de la Unión Europea o de cualquier otro estado no comunitario, ni padecer enfermedad ni estar afectado/a por limitaciones físicas o psíquicas que sean incompatibles con el desempeño de las funciones inherentes al puesto. </w:t>
      </w:r>
      <w:r w:rsidRPr="004D5147">
        <w:rPr>
          <w:rFonts w:asciiTheme="minorHAnsi" w:hAnsiTheme="minorHAnsi" w:cstheme="minorHAnsi"/>
          <w:bCs/>
          <w:sz w:val="18"/>
          <w:szCs w:val="18"/>
        </w:rPr>
        <w:t>SE COMPROMETE a comunicar cualquier cambio que se produzca, en los términos expuestos, en su situación personal, y a conducir vehículos de la Autoridad Portuaria de Marín y Ría de Pontevedra.</w:t>
      </w:r>
    </w:p>
    <w:p w14:paraId="3E41FC6B" w14:textId="77777777" w:rsidR="00A13844" w:rsidRPr="004D5147" w:rsidRDefault="00A13844" w:rsidP="00A13844">
      <w:pPr>
        <w:tabs>
          <w:tab w:val="left" w:pos="7088"/>
        </w:tabs>
        <w:suppressAutoHyphens/>
        <w:ind w:left="-851"/>
        <w:jc w:val="both"/>
        <w:outlineLvl w:val="1"/>
        <w:rPr>
          <w:rFonts w:asciiTheme="minorHAnsi" w:hAnsiTheme="minorHAnsi" w:cstheme="minorHAnsi"/>
          <w:bCs/>
          <w:sz w:val="14"/>
          <w:szCs w:val="18"/>
        </w:rPr>
      </w:pPr>
    </w:p>
    <w:p w14:paraId="047D5AEF" w14:textId="4ECC38E6" w:rsidR="00A13844" w:rsidRPr="004D5147" w:rsidRDefault="00A13844" w:rsidP="00A13844">
      <w:pPr>
        <w:jc w:val="center"/>
        <w:rPr>
          <w:rFonts w:asciiTheme="minorHAnsi" w:hAnsiTheme="minorHAnsi" w:cstheme="minorHAnsi"/>
          <w:sz w:val="18"/>
          <w:szCs w:val="18"/>
        </w:rPr>
      </w:pPr>
      <w:r w:rsidRPr="004D5147">
        <w:rPr>
          <w:rFonts w:asciiTheme="minorHAnsi" w:hAnsiTheme="minorHAnsi" w:cstheme="minorHAnsi"/>
          <w:sz w:val="18"/>
          <w:szCs w:val="18"/>
        </w:rPr>
        <w:t>En Marín, a ….……….de…………………….…………de 202</w:t>
      </w:r>
      <w:r w:rsidR="00D00BA5" w:rsidRPr="004D5147">
        <w:rPr>
          <w:rFonts w:asciiTheme="minorHAnsi" w:hAnsiTheme="minorHAnsi" w:cstheme="minorHAnsi"/>
          <w:sz w:val="18"/>
          <w:szCs w:val="18"/>
        </w:rPr>
        <w:t>_</w:t>
      </w:r>
      <w:r w:rsidRPr="004D5147">
        <w:rPr>
          <w:rFonts w:asciiTheme="minorHAnsi" w:hAnsiTheme="minorHAnsi" w:cstheme="minorHAnsi"/>
          <w:sz w:val="18"/>
          <w:szCs w:val="18"/>
        </w:rPr>
        <w:t>.</w:t>
      </w:r>
    </w:p>
    <w:p w14:paraId="58162FEE" w14:textId="77777777" w:rsidR="00A13844" w:rsidRPr="004D5147" w:rsidRDefault="00A13844" w:rsidP="00A13844">
      <w:pPr>
        <w:jc w:val="center"/>
        <w:rPr>
          <w:rFonts w:asciiTheme="minorHAnsi" w:hAnsiTheme="minorHAnsi" w:cstheme="minorHAnsi"/>
          <w:sz w:val="18"/>
          <w:szCs w:val="18"/>
        </w:rPr>
      </w:pPr>
    </w:p>
    <w:p w14:paraId="6639A4A3" w14:textId="77777777" w:rsidR="00A13844" w:rsidRPr="004D5147" w:rsidRDefault="00A13844" w:rsidP="00A13844">
      <w:pPr>
        <w:jc w:val="center"/>
        <w:rPr>
          <w:rFonts w:asciiTheme="minorHAnsi" w:hAnsiTheme="minorHAnsi" w:cstheme="minorHAnsi"/>
          <w:sz w:val="18"/>
          <w:szCs w:val="18"/>
        </w:rPr>
      </w:pPr>
      <w:r w:rsidRPr="004D5147">
        <w:rPr>
          <w:rFonts w:asciiTheme="minorHAnsi" w:hAnsiTheme="minorHAnsi" w:cstheme="minorHAnsi"/>
          <w:sz w:val="18"/>
          <w:szCs w:val="18"/>
        </w:rPr>
        <w:t>Fdo.:………………………..………………………………</w:t>
      </w:r>
    </w:p>
    <w:p w14:paraId="4C6DDFA0" w14:textId="77777777" w:rsidR="00A13844" w:rsidRPr="004D5147" w:rsidRDefault="00A13844" w:rsidP="00A13844">
      <w:pPr>
        <w:tabs>
          <w:tab w:val="left" w:pos="7088"/>
        </w:tabs>
        <w:suppressAutoHyphens/>
        <w:ind w:right="-144"/>
        <w:jc w:val="both"/>
        <w:outlineLvl w:val="1"/>
        <w:rPr>
          <w:rFonts w:asciiTheme="minorHAnsi" w:hAnsiTheme="minorHAnsi" w:cstheme="minorHAnsi"/>
          <w:bCs/>
          <w:sz w:val="14"/>
          <w:szCs w:val="18"/>
        </w:rPr>
      </w:pPr>
      <w:r w:rsidRPr="004D514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BC52247" wp14:editId="64C0DE73">
                <wp:simplePos x="0" y="0"/>
                <wp:positionH relativeFrom="column">
                  <wp:posOffset>-302260</wp:posOffset>
                </wp:positionH>
                <wp:positionV relativeFrom="paragraph">
                  <wp:posOffset>67310</wp:posOffset>
                </wp:positionV>
                <wp:extent cx="6174740" cy="683260"/>
                <wp:effectExtent l="13970" t="13335" r="12065" b="27305"/>
                <wp:wrapNone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4740" cy="683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19D5A22C" w14:textId="77777777" w:rsidR="00A13844" w:rsidRDefault="00A13844" w:rsidP="00A13844">
                            <w:pPr>
                              <w:suppressAutoHyphens/>
                              <w:jc w:val="both"/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 xml:space="preserve">En cumplimiento de lo dispuesto en la 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Ley Orgánica 3/2018, de 5 de diciembre</w:t>
                            </w:r>
                            <w: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 xml:space="preserve"> la Autoridad Portuaria de Marín y Ría de Pontevedra le informa que sus datos personales obtenidos mediante la cumplimentación de este formulario van a ser incorporados para su tratamiento en un fichero automatizado (RECURSOS HUMANOS), y en su caso, en el fichero que corresponda según el objeto del expediente. Asimismo, se le informa que la recogida y tratamiento de dichos datos tienen como finalidad la gestión de la documentación. Si lo desea, puede ejercitar los derechos de acceso, rectificación, cancelación y oposición, previstos en la normativa, dirigiendo un escrito a la Autoridad Portuaria de Marín y Ría de Pontevedra, Parque de Cantodarea, s/n, Marín (36900).</w:t>
                            </w:r>
                          </w:p>
                        </w:txbxContent>
                      </wps:txbx>
                      <wps:bodyPr rot="0" vert="horz" wrap="square" lIns="18000" tIns="36000" rIns="1800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C5224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23.8pt;margin-top:5.3pt;width:486.2pt;height:53.8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">
                <v:shadow on="t" offset="1pt"/>
                <v:textbox inset=".5mm,1mm,.5mm,1mm">
                  <w:txbxContent>
                    <w:p w14:paraId="19D5A22C" w14:textId="77777777" w:rsidR="00A13844" w:rsidRDefault="00A13844" w:rsidP="00A13844">
                      <w:pPr>
                        <w:suppressAutoHyphens/>
                        <w:jc w:val="both"/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 w:cs="Calibri"/>
                          <w:sz w:val="16"/>
                          <w:szCs w:val="16"/>
                        </w:rPr>
                        <w:t xml:space="preserve">En cumplimiento de lo dispuesto en la </w:t>
                      </w:r>
                      <w:r>
                        <w:rPr>
                          <w:rFonts w:ascii="Calibri" w:hAnsi="Calibri"/>
                          <w:sz w:val="16"/>
                          <w:szCs w:val="16"/>
                        </w:rPr>
                        <w:t>Ley Orgánica 3/2018, de 5 de diciembre</w:t>
                      </w:r>
                      <w:r>
                        <w:rPr>
                          <w:rFonts w:ascii="Calibri" w:hAnsi="Calibri" w:cs="Calibri"/>
                          <w:sz w:val="16"/>
                          <w:szCs w:val="16"/>
                        </w:rPr>
                        <w:t xml:space="preserve"> la Autoridad Portuaria de Marín y Ría de Pontevedra le informa que sus datos personales obtenidos mediante la cumplimentación de este formulario van a ser incorporados para su tratamiento en un fichero automatizado (RECURSOS HUMANOS), y en su caso, en el fichero que corresponda según el objeto del expediente. Asimismo, se le informa que la recogida y tratamiento de dichos datos tienen como finalidad la gestión de la documentación. Si lo desea, puede ejercitar los derechos de acceso, rectificación, cancelación y oposición, previstos en la normativa, dirigiendo un escrito a la Autoridad Portuaria de Marín y Ría de Pontevedra, Parque de Cantodarea, s/n, Marín (36900).</w:t>
                      </w:r>
                    </w:p>
                  </w:txbxContent>
                </v:textbox>
              </v:shape>
            </w:pict>
          </mc:Fallback>
        </mc:AlternateContent>
      </w:r>
    </w:p>
    <w:p w14:paraId="2E28D1DF" w14:textId="77777777" w:rsidR="00A13844" w:rsidRPr="004D5147" w:rsidRDefault="00A13844" w:rsidP="00A13844">
      <w:pPr>
        <w:tabs>
          <w:tab w:val="left" w:pos="7088"/>
        </w:tabs>
        <w:suppressAutoHyphens/>
        <w:ind w:right="-144"/>
        <w:jc w:val="both"/>
        <w:outlineLvl w:val="1"/>
        <w:rPr>
          <w:rFonts w:asciiTheme="minorHAnsi" w:hAnsiTheme="minorHAnsi" w:cstheme="minorHAnsi"/>
          <w:bCs/>
          <w:sz w:val="14"/>
          <w:szCs w:val="18"/>
        </w:rPr>
      </w:pPr>
    </w:p>
    <w:p w14:paraId="6F081C32" w14:textId="77777777" w:rsidR="00A13844" w:rsidRPr="004D5147" w:rsidRDefault="00A13844" w:rsidP="00A13844">
      <w:pPr>
        <w:tabs>
          <w:tab w:val="left" w:pos="7088"/>
        </w:tabs>
        <w:suppressAutoHyphens/>
        <w:ind w:right="-144"/>
        <w:jc w:val="both"/>
        <w:outlineLvl w:val="1"/>
        <w:rPr>
          <w:rFonts w:asciiTheme="minorHAnsi" w:hAnsiTheme="minorHAnsi" w:cstheme="minorHAnsi"/>
          <w:bCs/>
          <w:sz w:val="14"/>
          <w:szCs w:val="18"/>
        </w:rPr>
      </w:pPr>
    </w:p>
    <w:p w14:paraId="252E8F3F" w14:textId="77777777" w:rsidR="00A13844" w:rsidRPr="004D5147" w:rsidRDefault="00A13844" w:rsidP="00A13844">
      <w:pPr>
        <w:tabs>
          <w:tab w:val="left" w:pos="7088"/>
        </w:tabs>
        <w:suppressAutoHyphens/>
        <w:ind w:right="-144"/>
        <w:jc w:val="both"/>
        <w:outlineLvl w:val="1"/>
        <w:rPr>
          <w:rFonts w:asciiTheme="minorHAnsi" w:hAnsiTheme="minorHAnsi" w:cstheme="minorHAnsi"/>
          <w:bCs/>
          <w:sz w:val="14"/>
          <w:szCs w:val="18"/>
        </w:rPr>
      </w:pPr>
    </w:p>
    <w:p w14:paraId="063A18B7" w14:textId="77777777" w:rsidR="00A13844" w:rsidRPr="004D5147" w:rsidRDefault="00A13844" w:rsidP="00A13844">
      <w:pPr>
        <w:tabs>
          <w:tab w:val="left" w:pos="7088"/>
        </w:tabs>
        <w:suppressAutoHyphens/>
        <w:ind w:right="-144"/>
        <w:jc w:val="both"/>
        <w:outlineLvl w:val="1"/>
        <w:rPr>
          <w:rFonts w:asciiTheme="minorHAnsi" w:hAnsiTheme="minorHAnsi" w:cstheme="minorHAnsi"/>
          <w:bCs/>
          <w:sz w:val="14"/>
          <w:szCs w:val="18"/>
        </w:rPr>
      </w:pPr>
    </w:p>
    <w:p w14:paraId="7DD2DA20" w14:textId="77777777" w:rsidR="00A13844" w:rsidRPr="004D5147" w:rsidRDefault="00A13844" w:rsidP="00A13844">
      <w:pPr>
        <w:tabs>
          <w:tab w:val="left" w:pos="7088"/>
        </w:tabs>
        <w:suppressAutoHyphens/>
        <w:ind w:right="-144"/>
        <w:jc w:val="both"/>
        <w:outlineLvl w:val="1"/>
        <w:rPr>
          <w:rFonts w:asciiTheme="minorHAnsi" w:hAnsiTheme="minorHAnsi" w:cstheme="minorHAnsi"/>
          <w:bCs/>
          <w:sz w:val="14"/>
          <w:szCs w:val="18"/>
        </w:rPr>
      </w:pPr>
    </w:p>
    <w:p w14:paraId="1D06FFEE" w14:textId="77777777" w:rsidR="00A13844" w:rsidRPr="004D5147" w:rsidRDefault="00A13844" w:rsidP="00A13844">
      <w:pPr>
        <w:tabs>
          <w:tab w:val="left" w:pos="7088"/>
        </w:tabs>
        <w:suppressAutoHyphens/>
        <w:ind w:right="-144"/>
        <w:jc w:val="both"/>
        <w:outlineLvl w:val="1"/>
        <w:rPr>
          <w:rFonts w:asciiTheme="minorHAnsi" w:hAnsiTheme="minorHAnsi" w:cstheme="minorHAnsi"/>
          <w:bCs/>
          <w:sz w:val="14"/>
          <w:szCs w:val="18"/>
        </w:rPr>
      </w:pPr>
    </w:p>
    <w:p w14:paraId="3094FC24" w14:textId="77777777" w:rsidR="00A13844" w:rsidRPr="004D5147" w:rsidRDefault="00A13844" w:rsidP="00A13844">
      <w:pPr>
        <w:tabs>
          <w:tab w:val="left" w:pos="7088"/>
        </w:tabs>
        <w:suppressAutoHyphens/>
        <w:ind w:right="-144"/>
        <w:jc w:val="both"/>
        <w:outlineLvl w:val="1"/>
        <w:rPr>
          <w:rFonts w:asciiTheme="minorHAnsi" w:hAnsiTheme="minorHAnsi" w:cstheme="minorHAnsi"/>
          <w:bCs/>
          <w:sz w:val="14"/>
          <w:szCs w:val="18"/>
        </w:rPr>
      </w:pPr>
    </w:p>
    <w:p w14:paraId="5E99D122" w14:textId="77777777" w:rsidR="00A13844" w:rsidRPr="004D5147" w:rsidRDefault="00A13844" w:rsidP="00A13844">
      <w:pPr>
        <w:tabs>
          <w:tab w:val="left" w:pos="7088"/>
        </w:tabs>
        <w:suppressAutoHyphens/>
        <w:ind w:left="-851" w:right="-144"/>
        <w:jc w:val="center"/>
        <w:outlineLvl w:val="1"/>
        <w:rPr>
          <w:rFonts w:asciiTheme="minorHAnsi" w:hAnsiTheme="minorHAnsi" w:cstheme="minorHAnsi"/>
          <w:b/>
          <w:bCs/>
          <w:sz w:val="22"/>
          <w:szCs w:val="22"/>
        </w:rPr>
      </w:pPr>
      <w:r w:rsidRPr="004D5147">
        <w:rPr>
          <w:rFonts w:asciiTheme="minorHAnsi" w:hAnsiTheme="minorHAnsi" w:cstheme="minorHAnsi"/>
          <w:b/>
          <w:bCs/>
          <w:sz w:val="22"/>
          <w:szCs w:val="22"/>
        </w:rPr>
        <w:t>SR. PRESIDENTE DE LA AUTORIDAD PORTUARIA DE MARIN Y RÍA DE PONTEVEDRA</w:t>
      </w:r>
    </w:p>
    <w:p w14:paraId="4DF9004F" w14:textId="77777777" w:rsidR="00A13844" w:rsidRPr="004D5147" w:rsidRDefault="00A13844" w:rsidP="00A13844">
      <w:pPr>
        <w:tabs>
          <w:tab w:val="left" w:pos="7088"/>
        </w:tabs>
        <w:suppressAutoHyphens/>
        <w:ind w:right="-144"/>
        <w:jc w:val="both"/>
        <w:outlineLvl w:val="1"/>
        <w:rPr>
          <w:rFonts w:asciiTheme="minorHAnsi" w:hAnsiTheme="minorHAnsi" w:cstheme="minorHAnsi"/>
          <w:bCs/>
          <w:sz w:val="14"/>
          <w:szCs w:val="18"/>
        </w:rPr>
      </w:pPr>
    </w:p>
    <w:p w14:paraId="648DB34F" w14:textId="50C78D4E" w:rsidR="00A13844" w:rsidRPr="004D5147" w:rsidRDefault="00A13844" w:rsidP="00A13844">
      <w:pPr>
        <w:tabs>
          <w:tab w:val="left" w:pos="7088"/>
        </w:tabs>
        <w:suppressAutoHyphens/>
        <w:ind w:right="-144"/>
        <w:jc w:val="both"/>
        <w:outlineLvl w:val="1"/>
        <w:rPr>
          <w:rFonts w:asciiTheme="minorHAnsi" w:hAnsiTheme="minorHAnsi" w:cstheme="minorHAnsi"/>
          <w:bCs/>
          <w:sz w:val="14"/>
          <w:szCs w:val="18"/>
        </w:rPr>
      </w:pPr>
    </w:p>
    <w:p w14:paraId="1284DAA1" w14:textId="0DC41E8B" w:rsidR="006A6054" w:rsidRDefault="006A6054" w:rsidP="00A13844">
      <w:pPr>
        <w:tabs>
          <w:tab w:val="left" w:pos="7088"/>
        </w:tabs>
        <w:suppressAutoHyphens/>
        <w:ind w:right="-144"/>
        <w:jc w:val="both"/>
        <w:outlineLvl w:val="1"/>
        <w:rPr>
          <w:rFonts w:asciiTheme="minorHAnsi" w:hAnsiTheme="minorHAnsi" w:cstheme="minorHAnsi"/>
          <w:bCs/>
          <w:sz w:val="14"/>
          <w:szCs w:val="18"/>
        </w:rPr>
      </w:pPr>
    </w:p>
    <w:p w14:paraId="0FC70C0B" w14:textId="77777777" w:rsidR="00370EA1" w:rsidRDefault="00370EA1" w:rsidP="00A13844">
      <w:pPr>
        <w:tabs>
          <w:tab w:val="left" w:pos="7088"/>
        </w:tabs>
        <w:suppressAutoHyphens/>
        <w:ind w:right="-144"/>
        <w:jc w:val="both"/>
        <w:outlineLvl w:val="1"/>
        <w:rPr>
          <w:rFonts w:asciiTheme="minorHAnsi" w:hAnsiTheme="minorHAnsi" w:cstheme="minorHAnsi"/>
          <w:bCs/>
          <w:sz w:val="14"/>
          <w:szCs w:val="18"/>
        </w:rPr>
      </w:pPr>
    </w:p>
    <w:p w14:paraId="71D38E7C" w14:textId="77777777" w:rsidR="006E662F" w:rsidRDefault="006E662F" w:rsidP="00A13844">
      <w:pPr>
        <w:tabs>
          <w:tab w:val="left" w:pos="7088"/>
        </w:tabs>
        <w:suppressAutoHyphens/>
        <w:ind w:right="-144"/>
        <w:jc w:val="both"/>
        <w:outlineLvl w:val="1"/>
        <w:rPr>
          <w:rFonts w:asciiTheme="minorHAnsi" w:hAnsiTheme="minorHAnsi" w:cstheme="minorHAnsi"/>
          <w:bCs/>
          <w:sz w:val="14"/>
          <w:szCs w:val="18"/>
        </w:rPr>
      </w:pPr>
    </w:p>
    <w:p w14:paraId="2309112E" w14:textId="77777777" w:rsidR="006E662F" w:rsidRDefault="006E662F" w:rsidP="00A13844">
      <w:pPr>
        <w:tabs>
          <w:tab w:val="left" w:pos="7088"/>
        </w:tabs>
        <w:suppressAutoHyphens/>
        <w:ind w:right="-144"/>
        <w:jc w:val="both"/>
        <w:outlineLvl w:val="1"/>
        <w:rPr>
          <w:rFonts w:asciiTheme="minorHAnsi" w:hAnsiTheme="minorHAnsi" w:cstheme="minorHAnsi"/>
          <w:bCs/>
          <w:sz w:val="14"/>
          <w:szCs w:val="18"/>
        </w:rPr>
      </w:pPr>
    </w:p>
    <w:p w14:paraId="5B175B7B" w14:textId="77777777" w:rsidR="00370EA1" w:rsidRDefault="00370EA1" w:rsidP="00A13844">
      <w:pPr>
        <w:tabs>
          <w:tab w:val="left" w:pos="7088"/>
        </w:tabs>
        <w:suppressAutoHyphens/>
        <w:ind w:right="-144"/>
        <w:jc w:val="both"/>
        <w:outlineLvl w:val="1"/>
        <w:rPr>
          <w:rFonts w:asciiTheme="minorHAnsi" w:hAnsiTheme="minorHAnsi" w:cstheme="minorHAnsi"/>
          <w:bCs/>
          <w:sz w:val="14"/>
          <w:szCs w:val="18"/>
        </w:rPr>
      </w:pPr>
    </w:p>
    <w:p w14:paraId="469EB437" w14:textId="77777777" w:rsidR="00370EA1" w:rsidRPr="004D5147" w:rsidRDefault="00370EA1" w:rsidP="00A13844">
      <w:pPr>
        <w:tabs>
          <w:tab w:val="left" w:pos="7088"/>
        </w:tabs>
        <w:suppressAutoHyphens/>
        <w:ind w:right="-144"/>
        <w:jc w:val="both"/>
        <w:outlineLvl w:val="1"/>
        <w:rPr>
          <w:rFonts w:asciiTheme="minorHAnsi" w:hAnsiTheme="minorHAnsi" w:cstheme="minorHAnsi"/>
          <w:bCs/>
          <w:sz w:val="14"/>
          <w:szCs w:val="18"/>
        </w:rPr>
      </w:pPr>
    </w:p>
    <w:p w14:paraId="2B24CB05" w14:textId="77777777" w:rsidR="00A13844" w:rsidRPr="004D5147" w:rsidRDefault="00A13844" w:rsidP="00A13844">
      <w:pPr>
        <w:tabs>
          <w:tab w:val="left" w:pos="7088"/>
        </w:tabs>
        <w:suppressAutoHyphens/>
        <w:ind w:right="-144"/>
        <w:jc w:val="both"/>
        <w:outlineLvl w:val="1"/>
        <w:rPr>
          <w:rFonts w:asciiTheme="minorHAnsi" w:hAnsiTheme="minorHAnsi" w:cstheme="minorHAnsi"/>
          <w:bCs/>
          <w:sz w:val="14"/>
          <w:szCs w:val="18"/>
        </w:rPr>
      </w:pPr>
    </w:p>
    <w:p w14:paraId="3D8D592E" w14:textId="19D7D6B1" w:rsidR="00A13844" w:rsidRPr="004D5147" w:rsidRDefault="00A13844" w:rsidP="00A13844">
      <w:pPr>
        <w:ind w:left="-851" w:right="-710"/>
        <w:jc w:val="center"/>
        <w:rPr>
          <w:rFonts w:asciiTheme="minorHAnsi" w:hAnsiTheme="minorHAnsi" w:cstheme="minorHAnsi"/>
          <w:b/>
        </w:rPr>
      </w:pPr>
    </w:p>
    <w:p w14:paraId="72A315CC" w14:textId="63725881" w:rsidR="00A13844" w:rsidRDefault="00A13844" w:rsidP="00A13844">
      <w:pPr>
        <w:ind w:left="-851" w:right="-710"/>
        <w:jc w:val="center"/>
        <w:rPr>
          <w:rFonts w:asciiTheme="minorHAnsi" w:hAnsiTheme="minorHAnsi" w:cstheme="minorHAnsi"/>
          <w:b/>
        </w:rPr>
      </w:pPr>
      <w:r w:rsidRPr="004D5147">
        <w:rPr>
          <w:rFonts w:asciiTheme="minorHAnsi" w:hAnsiTheme="minorHAnsi" w:cstheme="minorHAnsi"/>
          <w:b/>
        </w:rPr>
        <w:t>MODELO.-DOCUMENTACIÓN VALORACIÓN DE MERITOS</w:t>
      </w:r>
    </w:p>
    <w:p w14:paraId="559BF3D8" w14:textId="77777777" w:rsidR="00687524" w:rsidRDefault="00687524" w:rsidP="00A13844">
      <w:pPr>
        <w:ind w:left="-851" w:right="-710"/>
        <w:jc w:val="center"/>
        <w:rPr>
          <w:rFonts w:asciiTheme="minorHAnsi" w:hAnsiTheme="minorHAnsi" w:cstheme="minorHAnsi"/>
          <w:b/>
        </w:rPr>
      </w:pPr>
    </w:p>
    <w:p w14:paraId="024D7AB6" w14:textId="77777777" w:rsidR="00687524" w:rsidRPr="004D5147" w:rsidRDefault="00687524" w:rsidP="00A13844">
      <w:pPr>
        <w:ind w:left="-851" w:right="-710"/>
        <w:jc w:val="center"/>
        <w:rPr>
          <w:rFonts w:asciiTheme="minorHAnsi" w:hAnsiTheme="minorHAnsi" w:cstheme="minorHAnsi"/>
          <w:b/>
        </w:rPr>
      </w:pPr>
    </w:p>
    <w:tbl>
      <w:tblPr>
        <w:tblW w:w="10020" w:type="dxa"/>
        <w:tblInd w:w="-692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ayout w:type="fixed"/>
        <w:tblLook w:val="01E0" w:firstRow="1" w:lastRow="1" w:firstColumn="1" w:lastColumn="1" w:noHBand="0" w:noVBand="0"/>
      </w:tblPr>
      <w:tblGrid>
        <w:gridCol w:w="798"/>
        <w:gridCol w:w="144"/>
        <w:gridCol w:w="109"/>
        <w:gridCol w:w="1862"/>
        <w:gridCol w:w="444"/>
        <w:gridCol w:w="1410"/>
        <w:gridCol w:w="6"/>
        <w:gridCol w:w="425"/>
        <w:gridCol w:w="53"/>
        <w:gridCol w:w="652"/>
        <w:gridCol w:w="548"/>
        <w:gridCol w:w="728"/>
        <w:gridCol w:w="429"/>
        <w:gridCol w:w="16"/>
        <w:gridCol w:w="1119"/>
        <w:gridCol w:w="1277"/>
      </w:tblGrid>
      <w:tr w:rsidR="004D5147" w:rsidRPr="004D5147" w14:paraId="00C1684E" w14:textId="77777777" w:rsidTr="00266716">
        <w:tc>
          <w:tcPr>
            <w:tcW w:w="1002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75881603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center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PUESTO SOLICITADO</w:t>
            </w:r>
          </w:p>
        </w:tc>
      </w:tr>
      <w:tr w:rsidR="004D5147" w:rsidRPr="004D5147" w14:paraId="5BA7E021" w14:textId="77777777" w:rsidTr="00266716">
        <w:tc>
          <w:tcPr>
            <w:tcW w:w="52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6BA42" w14:textId="0810A7FE" w:rsidR="001F7196" w:rsidRPr="004D5147" w:rsidRDefault="001F7196" w:rsidP="001F719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OCUPACIÓN:</w:t>
            </w:r>
            <w:r w:rsidR="0033550E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 xml:space="preserve"> </w:t>
            </w:r>
            <w:r w:rsidR="00FD3A0B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JEFE/A DIVISION ASUNTOS JURIDICOS</w:t>
            </w:r>
          </w:p>
          <w:p w14:paraId="0B511CC2" w14:textId="77777777" w:rsidR="001F7196" w:rsidRPr="004D5147" w:rsidRDefault="001F7196" w:rsidP="001F719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8E720" w14:textId="3E29F616" w:rsidR="001F7196" w:rsidRPr="004D5147" w:rsidRDefault="001F7196" w:rsidP="001F719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Grupo: </w:t>
            </w:r>
          </w:p>
        </w:tc>
        <w:tc>
          <w:tcPr>
            <w:tcW w:w="1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79200" w14:textId="2A297EC5" w:rsidR="001F7196" w:rsidRPr="004D5147" w:rsidRDefault="001F7196" w:rsidP="001F719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Banda: 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8E436" w14:textId="14F11406" w:rsidR="001F7196" w:rsidRPr="004D5147" w:rsidRDefault="001F7196" w:rsidP="001F719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 xml:space="preserve">Nivel: </w:t>
            </w:r>
          </w:p>
        </w:tc>
      </w:tr>
      <w:tr w:rsidR="004D5147" w:rsidRPr="004D5147" w14:paraId="0D8A1595" w14:textId="77777777" w:rsidTr="00266716">
        <w:tc>
          <w:tcPr>
            <w:tcW w:w="52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3D23" w14:textId="1CE3476B" w:rsidR="00A13844" w:rsidRPr="004D5147" w:rsidRDefault="00A13844" w:rsidP="00266716">
            <w:pPr>
              <w:tabs>
                <w:tab w:val="left" w:pos="7088"/>
              </w:tabs>
              <w:suppressAutoHyphens/>
              <w:ind w:right="601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 xml:space="preserve">ACCESO: </w:t>
            </w:r>
            <w:r w:rsidR="00FD3A0B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PROMOCION INTERNA</w:t>
            </w:r>
          </w:p>
          <w:p w14:paraId="1E8C37D1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ind w:right="601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47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60713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FECHA CONVOCATORIA:</w:t>
            </w:r>
          </w:p>
        </w:tc>
      </w:tr>
      <w:tr w:rsidR="004D5147" w:rsidRPr="004D5147" w14:paraId="6A4897A8" w14:textId="77777777" w:rsidTr="00266716">
        <w:tc>
          <w:tcPr>
            <w:tcW w:w="1002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056AB905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center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8"/>
              </w:rPr>
              <w:t>DATOS PERSONALES</w:t>
            </w:r>
          </w:p>
        </w:tc>
      </w:tr>
      <w:tr w:rsidR="004D5147" w:rsidRPr="004D5147" w14:paraId="0AB69021" w14:textId="77777777" w:rsidTr="00266716">
        <w:tc>
          <w:tcPr>
            <w:tcW w:w="47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EF3A0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APELLIDOS:</w:t>
            </w:r>
          </w:p>
        </w:tc>
        <w:tc>
          <w:tcPr>
            <w:tcW w:w="52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53B08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NOMBRE COMPLETO:</w:t>
            </w:r>
          </w:p>
        </w:tc>
      </w:tr>
      <w:tr w:rsidR="004D5147" w:rsidRPr="004D5147" w14:paraId="155E0300" w14:textId="77777777" w:rsidTr="00266716">
        <w:tc>
          <w:tcPr>
            <w:tcW w:w="29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3FCE2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DNI.:</w:t>
            </w:r>
          </w:p>
        </w:tc>
        <w:tc>
          <w:tcPr>
            <w:tcW w:w="2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93B1A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TELEFONO:</w:t>
            </w:r>
          </w:p>
        </w:tc>
        <w:tc>
          <w:tcPr>
            <w:tcW w:w="41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D157D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E-MAIL:</w:t>
            </w:r>
          </w:p>
        </w:tc>
      </w:tr>
      <w:tr w:rsidR="004D5147" w:rsidRPr="004D5147" w14:paraId="42400028" w14:textId="77777777" w:rsidTr="00266716">
        <w:tc>
          <w:tcPr>
            <w:tcW w:w="71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5DF61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DIRECCIÓN:</w:t>
            </w:r>
          </w:p>
        </w:tc>
        <w:tc>
          <w:tcPr>
            <w:tcW w:w="2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777E9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C.P.:</w:t>
            </w:r>
          </w:p>
        </w:tc>
      </w:tr>
      <w:tr w:rsidR="004D5147" w:rsidRPr="004D5147" w14:paraId="7F865940" w14:textId="77777777" w:rsidTr="00266716">
        <w:tc>
          <w:tcPr>
            <w:tcW w:w="3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2E88E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LOCALIDAD:</w:t>
            </w:r>
          </w:p>
        </w:tc>
        <w:tc>
          <w:tcPr>
            <w:tcW w:w="38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06A41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PROVINCIA:</w:t>
            </w:r>
          </w:p>
        </w:tc>
        <w:tc>
          <w:tcPr>
            <w:tcW w:w="2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8EAD9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NACIONALIDAD:</w:t>
            </w:r>
          </w:p>
        </w:tc>
      </w:tr>
      <w:tr w:rsidR="004D5147" w:rsidRPr="004D5147" w14:paraId="46975AC2" w14:textId="77777777" w:rsidTr="00266716">
        <w:tc>
          <w:tcPr>
            <w:tcW w:w="1002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02CE7CD3" w14:textId="77777777" w:rsidR="00A13844" w:rsidRPr="004D5147" w:rsidRDefault="00A13844" w:rsidP="00BF1D2E">
            <w:pPr>
              <w:tabs>
                <w:tab w:val="left" w:pos="7088"/>
              </w:tabs>
              <w:suppressAutoHyphens/>
              <w:jc w:val="center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DOCUMENTOS JUSTIFICATIVOS QUE DEBEN ACOMPAÑAR A LA SOLICITUD</w:t>
            </w:r>
          </w:p>
        </w:tc>
      </w:tr>
      <w:tr w:rsidR="004D5147" w:rsidRPr="004D5147" w14:paraId="08E7396C" w14:textId="77777777" w:rsidTr="00370EA1">
        <w:trPr>
          <w:trHeight w:val="189"/>
        </w:trPr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18F7C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Pág.</w:t>
            </w:r>
          </w:p>
        </w:tc>
        <w:tc>
          <w:tcPr>
            <w:tcW w:w="89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A4BB6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Cs/>
                <w:sz w:val="18"/>
                <w:szCs w:val="18"/>
              </w:rPr>
              <w:t>Informe de vida laboral</w:t>
            </w:r>
          </w:p>
        </w:tc>
      </w:tr>
      <w:tr w:rsidR="004D5147" w:rsidRPr="004D5147" w14:paraId="7696CC83" w14:textId="77777777" w:rsidTr="00266716">
        <w:tc>
          <w:tcPr>
            <w:tcW w:w="1002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D9D9D9"/>
          </w:tcPr>
          <w:p w14:paraId="29928F79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center"/>
              <w:outlineLvl w:val="1"/>
              <w:rPr>
                <w:rFonts w:asciiTheme="minorHAnsi" w:hAnsiTheme="minorHAnsi" w:cstheme="minorHAnsi"/>
                <w:b/>
                <w:bCs/>
                <w:i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</w:rPr>
              <w:t>TITULACIÓN</w:t>
            </w:r>
          </w:p>
        </w:tc>
      </w:tr>
      <w:tr w:rsidR="004D5147" w:rsidRPr="004D5147" w14:paraId="7B4EBE78" w14:textId="77777777" w:rsidTr="00266716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230C4F3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DOC.(*)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006A2D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center"/>
              <w:outlineLvl w:val="1"/>
              <w:rPr>
                <w:rFonts w:asciiTheme="minorHAnsi" w:hAnsiTheme="minorHAnsi" w:cstheme="minorHAnsi"/>
                <w:b/>
                <w:bCs/>
                <w:i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DENOMINACION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EF640A0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center"/>
              <w:outlineLvl w:val="1"/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>FECHA  EXPEDICIÓN</w:t>
            </w:r>
          </w:p>
        </w:tc>
        <w:tc>
          <w:tcPr>
            <w:tcW w:w="41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1A12C4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</w:rPr>
              <w:t>CENTRO</w:t>
            </w:r>
          </w:p>
        </w:tc>
      </w:tr>
      <w:tr w:rsidR="004D5147" w:rsidRPr="004D5147" w14:paraId="6C3FD2EB" w14:textId="77777777" w:rsidTr="00266716">
        <w:trPr>
          <w:trHeight w:hRule="exact" w:val="392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DF68F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Pág.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89441" w14:textId="77777777" w:rsidR="00A13844" w:rsidRPr="004D5147" w:rsidRDefault="00A13844" w:rsidP="00266716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43FC6651" w14:textId="77777777" w:rsidR="00A13844" w:rsidRPr="004D5147" w:rsidRDefault="00A13844" w:rsidP="00266716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44EE100F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F918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00631245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73C0A0FA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1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C94B4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7211853E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2531A325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7C4C9396" w14:textId="77777777" w:rsidR="00A13844" w:rsidRPr="004D5147" w:rsidRDefault="00A13844" w:rsidP="00266716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20C6D6D5" w14:textId="77777777" w:rsidR="00A13844" w:rsidRPr="004D5147" w:rsidRDefault="00A13844" w:rsidP="00266716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072C6E3E" w14:textId="77777777" w:rsidR="00A13844" w:rsidRPr="004D5147" w:rsidRDefault="00A13844" w:rsidP="00266716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4E8DF13A" w14:textId="77777777" w:rsidR="00A13844" w:rsidRPr="004D5147" w:rsidRDefault="00A13844" w:rsidP="00266716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366C1A75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4D5147" w:rsidRPr="004D5147" w14:paraId="43E98374" w14:textId="77777777" w:rsidTr="00266716">
        <w:trPr>
          <w:trHeight w:hRule="exact" w:val="392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B6818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Pág.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621E" w14:textId="77777777" w:rsidR="00A13844" w:rsidRPr="004D5147" w:rsidRDefault="00A13844" w:rsidP="00266716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0D56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1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806D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4D5147" w:rsidRPr="004D5147" w14:paraId="61BB0964" w14:textId="77777777" w:rsidTr="00266716">
        <w:trPr>
          <w:trHeight w:hRule="exact" w:val="392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4D945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Pág.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2DFD" w14:textId="77777777" w:rsidR="00A13844" w:rsidRPr="004D5147" w:rsidRDefault="00A13844" w:rsidP="00266716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141EB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1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8348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4D5147" w:rsidRPr="004D5147" w14:paraId="218F4E79" w14:textId="77777777" w:rsidTr="00266716">
        <w:tc>
          <w:tcPr>
            <w:tcW w:w="1002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D9D9D9"/>
          </w:tcPr>
          <w:p w14:paraId="5F642FEC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center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FORMACIÓN</w:t>
            </w:r>
          </w:p>
        </w:tc>
      </w:tr>
      <w:tr w:rsidR="004D5147" w:rsidRPr="004D5147" w14:paraId="54AA325B" w14:textId="77777777" w:rsidTr="00266716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1C2345A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DOC.(*)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25F239B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center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DENOMINACIÓN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6E5D303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center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FECHA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9DD14E5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center"/>
              <w:outlineLvl w:val="1"/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>DURACIÓN</w:t>
            </w:r>
          </w:p>
          <w:p w14:paraId="61778A4D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outlineLvl w:val="1"/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>(ECTS o HORAS)</w:t>
            </w:r>
          </w:p>
        </w:tc>
        <w:tc>
          <w:tcPr>
            <w:tcW w:w="2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201A881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center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CENTRO</w:t>
            </w:r>
          </w:p>
        </w:tc>
      </w:tr>
      <w:tr w:rsidR="004D5147" w:rsidRPr="004D5147" w14:paraId="39C0A72F" w14:textId="77777777" w:rsidTr="00266716">
        <w:trPr>
          <w:trHeight w:hRule="exact" w:val="392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AB091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Pág.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668B" w14:textId="77777777" w:rsidR="00A13844" w:rsidRPr="004D5147" w:rsidRDefault="00A13844" w:rsidP="00266716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3F4EC15B" w14:textId="77777777" w:rsidR="00A13844" w:rsidRPr="004D5147" w:rsidRDefault="00A13844" w:rsidP="00266716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4B5C9840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A113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35B516DE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7F3B08A1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6FB5B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6AA59711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6DA14C2D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5FF454DB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2ECC" w14:textId="77777777" w:rsidR="00A13844" w:rsidRPr="004D5147" w:rsidRDefault="00A13844" w:rsidP="00266716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26D82EC3" w14:textId="77777777" w:rsidR="00A13844" w:rsidRPr="004D5147" w:rsidRDefault="00A13844" w:rsidP="00266716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4E86C2D5" w14:textId="77777777" w:rsidR="00A13844" w:rsidRPr="004D5147" w:rsidRDefault="00A13844" w:rsidP="00266716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22ED56F9" w14:textId="77777777" w:rsidR="00A13844" w:rsidRPr="004D5147" w:rsidRDefault="00A13844" w:rsidP="00266716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062E5006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4D5147" w:rsidRPr="004D5147" w14:paraId="0017548F" w14:textId="77777777" w:rsidTr="00266716">
        <w:trPr>
          <w:trHeight w:hRule="exact" w:val="426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A87F9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Pág.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F2364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D7531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A5AE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C59F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4D5147" w:rsidRPr="004D5147" w14:paraId="652289B2" w14:textId="77777777" w:rsidTr="00266716">
        <w:trPr>
          <w:trHeight w:hRule="exact" w:val="426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6BB22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Pág.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5E77C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5B9D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482A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63A97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4D5147" w:rsidRPr="004D5147" w14:paraId="4552198B" w14:textId="77777777" w:rsidTr="00266716">
        <w:trPr>
          <w:trHeight w:hRule="exact" w:val="426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95F81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Pág.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E301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E830B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0335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C34C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4D5147" w:rsidRPr="004D5147" w14:paraId="1A02D22F" w14:textId="77777777" w:rsidTr="00266716">
        <w:trPr>
          <w:trHeight w:hRule="exact" w:val="426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AC8A7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Pág.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A2BC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C7B5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D5A8D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8700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4D5147" w:rsidRPr="004D5147" w14:paraId="108E2AC9" w14:textId="77777777" w:rsidTr="00266716">
        <w:trPr>
          <w:trHeight w:hRule="exact" w:val="426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61DFA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Pág.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8F5E9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A950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22858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A058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4D5147" w:rsidRPr="004D5147" w14:paraId="38460F78" w14:textId="77777777" w:rsidTr="00266716">
        <w:trPr>
          <w:trHeight w:hRule="exact" w:val="426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C1A31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Pág.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593FB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D748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A97E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136D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4D5147" w:rsidRPr="004D5147" w14:paraId="4E8C6AD1" w14:textId="77777777" w:rsidTr="00266716">
        <w:trPr>
          <w:trHeight w:hRule="exact" w:val="426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C4462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Pág.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862FB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A08EE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72D1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AC64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4D5147" w:rsidRPr="004D5147" w14:paraId="712DDB6D" w14:textId="77777777" w:rsidTr="00266716">
        <w:trPr>
          <w:trHeight w:hRule="exact" w:val="426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AC2BE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Pág.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E5A9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0814C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D3906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14AC2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4D5147" w:rsidRPr="004D5147" w14:paraId="56D61080" w14:textId="77777777" w:rsidTr="00266716">
        <w:trPr>
          <w:trHeight w:hRule="exact" w:val="426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7D478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Pág.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BA69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3E89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F94A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7EE7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4D5147" w:rsidRPr="004D5147" w14:paraId="050DA31B" w14:textId="77777777" w:rsidTr="00266716">
        <w:trPr>
          <w:trHeight w:hRule="exact" w:val="426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3DB42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Pág.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F6E3B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4C5FF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8514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A2801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4D5147" w:rsidRPr="004D5147" w14:paraId="0D5232FF" w14:textId="77777777" w:rsidTr="00266716">
        <w:trPr>
          <w:trHeight w:hRule="exact" w:val="426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6F648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Pág.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2032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6D157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9D2C5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79314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4D5147" w:rsidRPr="004D5147" w14:paraId="6A0F49BE" w14:textId="77777777" w:rsidTr="00266716">
        <w:trPr>
          <w:trHeight w:hRule="exact" w:val="426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B141D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Pág.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F6E34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3C0A5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2483E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A453F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687524" w:rsidRPr="004D5147" w14:paraId="18FAF2CE" w14:textId="77777777" w:rsidTr="00266716">
        <w:trPr>
          <w:trHeight w:hRule="exact" w:val="426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A0AB" w14:textId="6C23B0D5" w:rsidR="00687524" w:rsidRPr="004D5147" w:rsidRDefault="0068752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Pág.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A188" w14:textId="77777777" w:rsidR="00687524" w:rsidRPr="004D5147" w:rsidRDefault="0068752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96FA" w14:textId="77777777" w:rsidR="00687524" w:rsidRPr="004D5147" w:rsidRDefault="0068752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BD3FC" w14:textId="77777777" w:rsidR="00687524" w:rsidRPr="004D5147" w:rsidRDefault="0068752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11E3" w14:textId="77777777" w:rsidR="00687524" w:rsidRPr="004D5147" w:rsidRDefault="0068752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4D5147" w:rsidRPr="004D5147" w14:paraId="7E07F87C" w14:textId="77777777" w:rsidTr="00266716">
        <w:trPr>
          <w:trHeight w:hRule="exact" w:val="426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CDF47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Pág.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2BBE" w14:textId="77777777" w:rsidR="00A13844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652A1B6C" w14:textId="77777777" w:rsidR="00687524" w:rsidRDefault="0068752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6E407371" w14:textId="77777777" w:rsidR="00687524" w:rsidRDefault="0068752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225E9E28" w14:textId="77777777" w:rsidR="00687524" w:rsidRPr="004D5147" w:rsidRDefault="0068752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62592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C1EFD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BEA8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4D5147" w:rsidRPr="004D5147" w14:paraId="716A52C9" w14:textId="77777777" w:rsidTr="00266716">
        <w:tc>
          <w:tcPr>
            <w:tcW w:w="1002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A4AC4BE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center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lastRenderedPageBreak/>
              <w:t>EXPERIENCIA</w:t>
            </w:r>
          </w:p>
        </w:tc>
      </w:tr>
      <w:tr w:rsidR="004D5147" w:rsidRPr="004D5147" w14:paraId="5AE9EFD9" w14:textId="77777777" w:rsidTr="00266716"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6F6D7D7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DOC.(*)</w:t>
            </w:r>
          </w:p>
        </w:tc>
        <w:tc>
          <w:tcPr>
            <w:tcW w:w="42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6C31F76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center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DESCRIPCIÓN DE LA OCUPACIÓN / PUESTO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69AA8DD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center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Entidad o Empresa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64D0C91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center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DESDE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4E7C7D4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center"/>
              <w:outlineLvl w:val="1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HASTA</w:t>
            </w:r>
          </w:p>
        </w:tc>
      </w:tr>
      <w:tr w:rsidR="004D5147" w:rsidRPr="004D5147" w14:paraId="4A0CDD41" w14:textId="77777777" w:rsidTr="00266716">
        <w:trPr>
          <w:trHeight w:hRule="exact" w:val="392"/>
        </w:trPr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33DE2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Pág.</w:t>
            </w:r>
          </w:p>
        </w:tc>
        <w:tc>
          <w:tcPr>
            <w:tcW w:w="42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9F014" w14:textId="77777777" w:rsidR="00A13844" w:rsidRPr="004D5147" w:rsidRDefault="00A13844" w:rsidP="00266716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66CBF519" w14:textId="77777777" w:rsidR="00A13844" w:rsidRPr="004D5147" w:rsidRDefault="00A13844" w:rsidP="00266716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3986A503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53143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13EFDAFE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73B0FB4B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4EDA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4BCEDC88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59EF375B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492B71C1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7CED5" w14:textId="77777777" w:rsidR="00A13844" w:rsidRPr="004D5147" w:rsidRDefault="00A13844" w:rsidP="00266716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0086936E" w14:textId="77777777" w:rsidR="00A13844" w:rsidRPr="004D5147" w:rsidRDefault="00A13844" w:rsidP="00266716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45D29277" w14:textId="77777777" w:rsidR="00A13844" w:rsidRPr="004D5147" w:rsidRDefault="00A13844" w:rsidP="00266716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3A49BF37" w14:textId="77777777" w:rsidR="00A13844" w:rsidRPr="004D5147" w:rsidRDefault="00A13844" w:rsidP="00266716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3A397A12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4D5147" w:rsidRPr="004D5147" w14:paraId="79F14D79" w14:textId="77777777" w:rsidTr="00266716">
        <w:trPr>
          <w:trHeight w:hRule="exact" w:val="426"/>
        </w:trPr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0E2D9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Pág.</w:t>
            </w:r>
          </w:p>
        </w:tc>
        <w:tc>
          <w:tcPr>
            <w:tcW w:w="42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B8FAC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3A873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445A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2535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4D5147" w:rsidRPr="004D5147" w14:paraId="624A0CF1" w14:textId="77777777" w:rsidTr="00266716">
        <w:trPr>
          <w:trHeight w:hRule="exact" w:val="426"/>
        </w:trPr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61863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Pág.</w:t>
            </w:r>
          </w:p>
        </w:tc>
        <w:tc>
          <w:tcPr>
            <w:tcW w:w="42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6A80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C96DA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407D4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D39A9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4D5147" w:rsidRPr="004D5147" w14:paraId="7AA0FB0C" w14:textId="77777777" w:rsidTr="00266716">
        <w:trPr>
          <w:trHeight w:hRule="exact" w:val="426"/>
        </w:trPr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F5FD4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Pág.</w:t>
            </w:r>
          </w:p>
        </w:tc>
        <w:tc>
          <w:tcPr>
            <w:tcW w:w="42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C1F89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2843E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FE36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4697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4D5147" w:rsidRPr="004D5147" w14:paraId="70911ED6" w14:textId="77777777" w:rsidTr="00266716">
        <w:trPr>
          <w:trHeight w:hRule="exact" w:val="426"/>
        </w:trPr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C06A8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Pág.</w:t>
            </w:r>
          </w:p>
        </w:tc>
        <w:tc>
          <w:tcPr>
            <w:tcW w:w="42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01EC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E78A0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6D50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7213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4D5147" w:rsidRPr="004D5147" w14:paraId="6B95E9DC" w14:textId="77777777" w:rsidTr="00266716">
        <w:trPr>
          <w:trHeight w:hRule="exact" w:val="426"/>
        </w:trPr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8F314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Pág.</w:t>
            </w:r>
          </w:p>
        </w:tc>
        <w:tc>
          <w:tcPr>
            <w:tcW w:w="42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1F925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FC0BA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199EE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0AB0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4D5147" w:rsidRPr="004D5147" w14:paraId="26354AA9" w14:textId="77777777" w:rsidTr="00266716">
        <w:trPr>
          <w:trHeight w:hRule="exact" w:val="426"/>
        </w:trPr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99AA6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Pág.</w:t>
            </w:r>
          </w:p>
        </w:tc>
        <w:tc>
          <w:tcPr>
            <w:tcW w:w="42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CAB7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A46C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7AA31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8BCF2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4D5147" w:rsidRPr="004D5147" w14:paraId="49B854D7" w14:textId="77777777" w:rsidTr="00266716">
        <w:trPr>
          <w:trHeight w:hRule="exact" w:val="426"/>
        </w:trPr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E06D5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Pág.</w:t>
            </w:r>
          </w:p>
        </w:tc>
        <w:tc>
          <w:tcPr>
            <w:tcW w:w="42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F4FB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B0A03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C0435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A4D68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4D5147" w:rsidRPr="004D5147" w14:paraId="550B4725" w14:textId="77777777" w:rsidTr="00266716">
        <w:trPr>
          <w:trHeight w:hRule="exact" w:val="426"/>
        </w:trPr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B8F93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D51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Pág.</w:t>
            </w:r>
          </w:p>
        </w:tc>
        <w:tc>
          <w:tcPr>
            <w:tcW w:w="42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E194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DC92D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B9817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694E7" w14:textId="77777777" w:rsidR="00A13844" w:rsidRPr="004D5147" w:rsidRDefault="00A13844" w:rsidP="00266716">
            <w:pPr>
              <w:tabs>
                <w:tab w:val="left" w:pos="7088"/>
              </w:tabs>
              <w:suppressAutoHyphens/>
              <w:jc w:val="both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14:paraId="2CB53F7E" w14:textId="77777777" w:rsidR="00A13844" w:rsidRPr="004D5147" w:rsidRDefault="00A13844" w:rsidP="00A1384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18"/>
          <w:szCs w:val="18"/>
        </w:rPr>
      </w:pPr>
    </w:p>
    <w:p w14:paraId="40519193" w14:textId="77777777" w:rsidR="00A13844" w:rsidRPr="004D5147" w:rsidRDefault="00A13844" w:rsidP="00A13844">
      <w:pPr>
        <w:pStyle w:val="Sinespaciado"/>
        <w:ind w:left="-709"/>
        <w:rPr>
          <w:rFonts w:asciiTheme="minorHAnsi" w:hAnsiTheme="minorHAnsi" w:cstheme="minorHAnsi"/>
          <w:i/>
          <w:sz w:val="20"/>
          <w:szCs w:val="20"/>
        </w:rPr>
      </w:pPr>
      <w:r w:rsidRPr="004D5147">
        <w:rPr>
          <w:rFonts w:asciiTheme="minorHAnsi" w:hAnsiTheme="minorHAnsi" w:cstheme="minorHAnsi"/>
          <w:i/>
          <w:sz w:val="20"/>
          <w:szCs w:val="20"/>
        </w:rPr>
        <w:t>(*) DOC. Página en la que se encuentra el documento justificativo del puesto/ocupación que se menciona.</w:t>
      </w:r>
    </w:p>
    <w:p w14:paraId="144A9536" w14:textId="77777777" w:rsidR="00A13844" w:rsidRPr="004D5147" w:rsidRDefault="00A13844" w:rsidP="00A13844">
      <w:pPr>
        <w:autoSpaceDE w:val="0"/>
        <w:autoSpaceDN w:val="0"/>
        <w:adjustRightInd w:val="0"/>
        <w:ind w:left="-851"/>
        <w:jc w:val="both"/>
        <w:rPr>
          <w:rFonts w:asciiTheme="minorHAnsi" w:hAnsiTheme="minorHAnsi" w:cstheme="minorHAnsi"/>
          <w:bCs/>
          <w:sz w:val="18"/>
          <w:szCs w:val="18"/>
        </w:rPr>
      </w:pPr>
    </w:p>
    <w:p w14:paraId="0C4B062C" w14:textId="77777777" w:rsidR="00A13844" w:rsidRPr="004D5147" w:rsidRDefault="00A13844" w:rsidP="00A13844">
      <w:pPr>
        <w:autoSpaceDE w:val="0"/>
        <w:autoSpaceDN w:val="0"/>
        <w:adjustRightInd w:val="0"/>
        <w:ind w:left="-851"/>
        <w:jc w:val="both"/>
        <w:rPr>
          <w:rFonts w:asciiTheme="minorHAnsi" w:hAnsiTheme="minorHAnsi" w:cstheme="minorHAnsi"/>
          <w:bCs/>
          <w:sz w:val="14"/>
          <w:szCs w:val="18"/>
        </w:rPr>
      </w:pPr>
      <w:r w:rsidRPr="004D5147">
        <w:rPr>
          <w:rFonts w:asciiTheme="minorHAnsi" w:hAnsiTheme="minorHAnsi" w:cstheme="minorHAnsi"/>
          <w:bCs/>
          <w:sz w:val="18"/>
          <w:szCs w:val="18"/>
        </w:rPr>
        <w:t xml:space="preserve">El abajo firmante, DECLARA </w:t>
      </w:r>
      <w:r w:rsidRPr="004D5147">
        <w:rPr>
          <w:rFonts w:asciiTheme="minorHAnsi" w:hAnsiTheme="minorHAnsi" w:cstheme="minorHAnsi"/>
          <w:sz w:val="18"/>
          <w:szCs w:val="18"/>
        </w:rPr>
        <w:t xml:space="preserve">BAJO SU RESPONSABILIDAD </w:t>
      </w:r>
      <w:r w:rsidRPr="004D5147">
        <w:rPr>
          <w:rFonts w:asciiTheme="minorHAnsi" w:hAnsiTheme="minorHAnsi" w:cstheme="minorHAnsi"/>
          <w:bCs/>
          <w:sz w:val="18"/>
          <w:szCs w:val="18"/>
        </w:rPr>
        <w:t xml:space="preserve">que son ciertos los datos consignados y que reúne las condiciones exigidas y señaladas en las bases de la convocatoria, las que asume y acepta, y se compromete a probar documentalmente todos los datos que figuran en esta solicitud.  </w:t>
      </w:r>
      <w:r w:rsidRPr="004D5147">
        <w:rPr>
          <w:rFonts w:asciiTheme="minorHAnsi" w:hAnsiTheme="minorHAnsi" w:cstheme="minorHAnsi"/>
          <w:sz w:val="18"/>
          <w:szCs w:val="18"/>
        </w:rPr>
        <w:t xml:space="preserve">DECLARA BAJO SU RESPONSABILIDAD no encontrarse inhabilitado/a por sentencia firme para el ejercicio de las funciones del puesto al que concurre, ni hallarse separado/a, ni haber sido despedido/a mediante expediente disciplinario en cualquier Administración Pública del Estado Español, de los Estados Miembros de la Unión Europea o de cualquier otro estado no comunitario, ni padecer enfermedad ni estar afectado/a por limitaciones físicas o psíquicas que sean incompatibles con el desempeño de las funciones inherentes al puesto. </w:t>
      </w:r>
      <w:r w:rsidRPr="004D5147">
        <w:rPr>
          <w:rFonts w:asciiTheme="minorHAnsi" w:hAnsiTheme="minorHAnsi" w:cstheme="minorHAnsi"/>
          <w:bCs/>
          <w:sz w:val="18"/>
          <w:szCs w:val="18"/>
        </w:rPr>
        <w:t>SE COMPROMETE a comunicar cualquier cambio que se produzca, en los términos expuestos, en su situación personal, y a conducir vehículos de la Autoridad Portuaria de Marín y Ría de Pontevedra.</w:t>
      </w:r>
    </w:p>
    <w:p w14:paraId="35387963" w14:textId="3E66162A" w:rsidR="00A13844" w:rsidRPr="004D5147" w:rsidRDefault="00A13844" w:rsidP="00A13844">
      <w:pPr>
        <w:jc w:val="center"/>
        <w:rPr>
          <w:rFonts w:asciiTheme="minorHAnsi" w:hAnsiTheme="minorHAnsi" w:cstheme="minorHAnsi"/>
          <w:sz w:val="18"/>
          <w:szCs w:val="18"/>
        </w:rPr>
      </w:pPr>
      <w:r w:rsidRPr="004D5147">
        <w:rPr>
          <w:rFonts w:asciiTheme="minorHAnsi" w:hAnsiTheme="minorHAnsi" w:cstheme="minorHAnsi"/>
          <w:sz w:val="18"/>
          <w:szCs w:val="18"/>
        </w:rPr>
        <w:t>En Marín, a ………….de…………………….…………de 202</w:t>
      </w:r>
      <w:r w:rsidR="00465F1E">
        <w:rPr>
          <w:rFonts w:asciiTheme="minorHAnsi" w:hAnsiTheme="minorHAnsi" w:cstheme="minorHAnsi"/>
          <w:sz w:val="18"/>
          <w:szCs w:val="18"/>
        </w:rPr>
        <w:t>X</w:t>
      </w:r>
      <w:r w:rsidRPr="004D5147">
        <w:rPr>
          <w:rFonts w:asciiTheme="minorHAnsi" w:hAnsiTheme="minorHAnsi" w:cstheme="minorHAnsi"/>
          <w:sz w:val="18"/>
          <w:szCs w:val="18"/>
        </w:rPr>
        <w:t>.</w:t>
      </w:r>
    </w:p>
    <w:p w14:paraId="529595AB" w14:textId="77777777" w:rsidR="00A13844" w:rsidRPr="004D5147" w:rsidRDefault="00A13844" w:rsidP="00A13844">
      <w:pPr>
        <w:jc w:val="center"/>
        <w:rPr>
          <w:rFonts w:asciiTheme="minorHAnsi" w:hAnsiTheme="minorHAnsi" w:cstheme="minorHAnsi"/>
          <w:sz w:val="18"/>
          <w:szCs w:val="18"/>
        </w:rPr>
      </w:pPr>
    </w:p>
    <w:p w14:paraId="4F9B9EA2" w14:textId="77777777" w:rsidR="00A13844" w:rsidRPr="004D5147" w:rsidRDefault="00A13844" w:rsidP="00A13844">
      <w:pPr>
        <w:jc w:val="center"/>
        <w:rPr>
          <w:rFonts w:asciiTheme="minorHAnsi" w:hAnsiTheme="minorHAnsi" w:cstheme="minorHAnsi"/>
          <w:sz w:val="18"/>
          <w:szCs w:val="18"/>
        </w:rPr>
      </w:pPr>
      <w:r w:rsidRPr="004D5147">
        <w:rPr>
          <w:rFonts w:asciiTheme="minorHAnsi" w:hAnsiTheme="minorHAnsi" w:cstheme="minorHAnsi"/>
          <w:sz w:val="18"/>
          <w:szCs w:val="18"/>
        </w:rPr>
        <w:t>Fdo.:……………………..………………………………</w:t>
      </w:r>
    </w:p>
    <w:p w14:paraId="20217AB4" w14:textId="77777777" w:rsidR="00A13844" w:rsidRPr="004D5147" w:rsidRDefault="00A13844" w:rsidP="00A13844">
      <w:pPr>
        <w:tabs>
          <w:tab w:val="left" w:pos="7088"/>
        </w:tabs>
        <w:suppressAutoHyphens/>
        <w:ind w:right="-144"/>
        <w:jc w:val="both"/>
        <w:outlineLvl w:val="1"/>
        <w:rPr>
          <w:rFonts w:asciiTheme="minorHAnsi" w:hAnsiTheme="minorHAnsi" w:cstheme="minorHAnsi"/>
          <w:bCs/>
          <w:sz w:val="14"/>
          <w:szCs w:val="18"/>
        </w:rPr>
      </w:pPr>
      <w:r w:rsidRPr="004D514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622C7C1" wp14:editId="0F56191F">
                <wp:simplePos x="0" y="0"/>
                <wp:positionH relativeFrom="column">
                  <wp:posOffset>-519430</wp:posOffset>
                </wp:positionH>
                <wp:positionV relativeFrom="paragraph">
                  <wp:posOffset>67310</wp:posOffset>
                </wp:positionV>
                <wp:extent cx="6391910" cy="843915"/>
                <wp:effectExtent l="6350" t="6350" r="12065" b="2603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1910" cy="843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2EB2A4DE" w14:textId="77777777" w:rsidR="00A13844" w:rsidRDefault="00A13844" w:rsidP="00A13844">
                            <w:pPr>
                              <w:suppressAutoHyphens/>
                              <w:jc w:val="both"/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 xml:space="preserve">En cumplimiento de lo dispuesto en la 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Ley Orgánica 3/2018, de 5 de diciembre</w:t>
                            </w:r>
                            <w: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 xml:space="preserve"> la Autoridad Portuaria de Marín y Ría de Pontevedra le informa que sus datos personales obtenidos mediante la cumplimentación de este formulario van a ser incorporados para su tratamiento en un fichero automatizado (RECURSOS HUMANOS), y en su caso, en el fichero que corresponda según el objeto del expediente. Asimismo, se le informa que la recogida y tratamiento de dichos datos tienen como finalidad la gestión de la documentación. Si lo desea, puede ejercitar los derechos de acceso, rectificación, cancelación y oposición, previstos en la normativa, dirigiendo un escrito a la Autoridad Portuaria de Marín y Ría de Pontevedra, Parque de Cantodarea, s/n, Marín (36900).</w:t>
                            </w:r>
                          </w:p>
                        </w:txbxContent>
                      </wps:txbx>
                      <wps:bodyPr rot="0" vert="horz" wrap="square" lIns="18000" tIns="36000" rIns="1800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22C7C1" id="Text Box 3" o:spid="_x0000_s1027" type="#_x0000_t202" style="position:absolute;left:0;text-align:left;margin-left:-40.9pt;margin-top:5.3pt;width:503.3pt;height:66.4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">
                <v:shadow on="t" offset="1pt"/>
                <v:textbox inset=".5mm,1mm,.5mm,1mm">
                  <w:txbxContent>
                    <w:p w14:paraId="2EB2A4DE" w14:textId="77777777" w:rsidR="00A13844" w:rsidRDefault="00A13844" w:rsidP="00A13844">
                      <w:pPr>
                        <w:suppressAutoHyphens/>
                        <w:jc w:val="both"/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 w:cs="Calibri"/>
                          <w:sz w:val="16"/>
                          <w:szCs w:val="16"/>
                        </w:rPr>
                        <w:t xml:space="preserve">En cumplimiento de lo dispuesto en la </w:t>
                      </w:r>
                      <w:r>
                        <w:rPr>
                          <w:rFonts w:ascii="Calibri" w:hAnsi="Calibri"/>
                          <w:sz w:val="16"/>
                          <w:szCs w:val="16"/>
                        </w:rPr>
                        <w:t>Ley Orgánica 3/2018, de 5 de diciembre</w:t>
                      </w:r>
                      <w:r>
                        <w:rPr>
                          <w:rFonts w:ascii="Calibri" w:hAnsi="Calibri" w:cs="Calibri"/>
                          <w:sz w:val="16"/>
                          <w:szCs w:val="16"/>
                        </w:rPr>
                        <w:t xml:space="preserve"> la Autoridad Portuaria de Marín y Ría de Pontevedra le informa que sus datos personales obtenidos mediante la cumplimentación de este formulario van a ser incorporados para su tratamiento en un fichero automatizado (RECURSOS HUMANOS), y en su caso, en el fichero que corresponda según el objeto del expediente. Asimismo, se le informa que la recogida y tratamiento de dichos datos tienen como finalidad la gestión de la documentación. Si lo desea, puede ejercitar los derechos de acceso, rectificación, cancelación y oposición, previstos en la normativa, dirigiendo un escrito a la Autoridad Portuaria de Marín y Ría de Pontevedra, Parque de Cantodarea, s/n, Marín (36900).</w:t>
                      </w:r>
                    </w:p>
                  </w:txbxContent>
                </v:textbox>
              </v:shape>
            </w:pict>
          </mc:Fallback>
        </mc:AlternateContent>
      </w:r>
    </w:p>
    <w:p w14:paraId="3F6D1AAA" w14:textId="77777777" w:rsidR="00A13844" w:rsidRPr="004D5147" w:rsidRDefault="00A13844" w:rsidP="00A13844">
      <w:pPr>
        <w:tabs>
          <w:tab w:val="left" w:pos="7088"/>
        </w:tabs>
        <w:suppressAutoHyphens/>
        <w:ind w:right="-144"/>
        <w:jc w:val="both"/>
        <w:outlineLvl w:val="1"/>
        <w:rPr>
          <w:rFonts w:asciiTheme="minorHAnsi" w:hAnsiTheme="minorHAnsi" w:cstheme="minorHAnsi"/>
          <w:bCs/>
          <w:sz w:val="14"/>
          <w:szCs w:val="18"/>
        </w:rPr>
      </w:pPr>
    </w:p>
    <w:p w14:paraId="57A4CC57" w14:textId="77777777" w:rsidR="00A13844" w:rsidRPr="004D5147" w:rsidRDefault="00A13844" w:rsidP="00A13844">
      <w:pPr>
        <w:tabs>
          <w:tab w:val="left" w:pos="7088"/>
        </w:tabs>
        <w:suppressAutoHyphens/>
        <w:ind w:right="-144"/>
        <w:jc w:val="both"/>
        <w:outlineLvl w:val="1"/>
        <w:rPr>
          <w:rFonts w:asciiTheme="minorHAnsi" w:hAnsiTheme="minorHAnsi" w:cstheme="minorHAnsi"/>
          <w:bCs/>
          <w:sz w:val="14"/>
          <w:szCs w:val="18"/>
        </w:rPr>
      </w:pPr>
    </w:p>
    <w:p w14:paraId="6840049D" w14:textId="77777777" w:rsidR="00A13844" w:rsidRPr="004D5147" w:rsidRDefault="00A13844" w:rsidP="00A13844">
      <w:pPr>
        <w:tabs>
          <w:tab w:val="left" w:pos="7088"/>
        </w:tabs>
        <w:suppressAutoHyphens/>
        <w:ind w:right="-144"/>
        <w:jc w:val="both"/>
        <w:outlineLvl w:val="1"/>
        <w:rPr>
          <w:rFonts w:asciiTheme="minorHAnsi" w:hAnsiTheme="minorHAnsi" w:cstheme="minorHAnsi"/>
          <w:bCs/>
          <w:sz w:val="14"/>
          <w:szCs w:val="18"/>
        </w:rPr>
      </w:pPr>
    </w:p>
    <w:p w14:paraId="7AFDE129" w14:textId="77777777" w:rsidR="00A13844" w:rsidRPr="004D5147" w:rsidRDefault="00A13844" w:rsidP="00A13844">
      <w:pPr>
        <w:tabs>
          <w:tab w:val="left" w:pos="7088"/>
        </w:tabs>
        <w:suppressAutoHyphens/>
        <w:ind w:right="-144"/>
        <w:jc w:val="both"/>
        <w:outlineLvl w:val="1"/>
        <w:rPr>
          <w:rFonts w:asciiTheme="minorHAnsi" w:hAnsiTheme="minorHAnsi" w:cstheme="minorHAnsi"/>
          <w:bCs/>
          <w:sz w:val="14"/>
          <w:szCs w:val="18"/>
        </w:rPr>
      </w:pPr>
    </w:p>
    <w:p w14:paraId="78B3D1D6" w14:textId="77777777" w:rsidR="00A13844" w:rsidRPr="004D5147" w:rsidRDefault="00A13844" w:rsidP="00A13844">
      <w:pPr>
        <w:tabs>
          <w:tab w:val="left" w:pos="7088"/>
        </w:tabs>
        <w:suppressAutoHyphens/>
        <w:ind w:right="-144"/>
        <w:jc w:val="both"/>
        <w:outlineLvl w:val="1"/>
        <w:rPr>
          <w:rFonts w:asciiTheme="minorHAnsi" w:hAnsiTheme="minorHAnsi" w:cstheme="minorHAnsi"/>
          <w:bCs/>
          <w:sz w:val="14"/>
          <w:szCs w:val="18"/>
        </w:rPr>
      </w:pPr>
    </w:p>
    <w:p w14:paraId="2585E6F8" w14:textId="77777777" w:rsidR="00A13844" w:rsidRPr="004D5147" w:rsidRDefault="00A13844" w:rsidP="00A13844">
      <w:pPr>
        <w:tabs>
          <w:tab w:val="left" w:pos="7088"/>
        </w:tabs>
        <w:suppressAutoHyphens/>
        <w:ind w:right="-144"/>
        <w:jc w:val="both"/>
        <w:outlineLvl w:val="1"/>
        <w:rPr>
          <w:rFonts w:asciiTheme="minorHAnsi" w:hAnsiTheme="minorHAnsi" w:cstheme="minorHAnsi"/>
          <w:bCs/>
          <w:sz w:val="14"/>
          <w:szCs w:val="18"/>
        </w:rPr>
      </w:pPr>
    </w:p>
    <w:p w14:paraId="1CFA850C" w14:textId="77777777" w:rsidR="00A13844" w:rsidRPr="004D5147" w:rsidRDefault="00A13844" w:rsidP="00A13844">
      <w:pPr>
        <w:tabs>
          <w:tab w:val="left" w:pos="7088"/>
        </w:tabs>
        <w:suppressAutoHyphens/>
        <w:ind w:right="-144"/>
        <w:jc w:val="both"/>
        <w:outlineLvl w:val="1"/>
        <w:rPr>
          <w:rFonts w:asciiTheme="minorHAnsi" w:hAnsiTheme="minorHAnsi" w:cstheme="minorHAnsi"/>
          <w:bCs/>
          <w:sz w:val="14"/>
          <w:szCs w:val="18"/>
        </w:rPr>
      </w:pPr>
    </w:p>
    <w:p w14:paraId="51CEE5BD" w14:textId="77777777" w:rsidR="00A13844" w:rsidRPr="004D5147" w:rsidRDefault="00A13844" w:rsidP="00A1384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14"/>
          <w:szCs w:val="18"/>
        </w:rPr>
      </w:pPr>
    </w:p>
    <w:p w14:paraId="09506F56" w14:textId="77777777" w:rsidR="00A13844" w:rsidRPr="004D5147" w:rsidRDefault="00A13844" w:rsidP="00A1384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14"/>
          <w:szCs w:val="18"/>
        </w:rPr>
      </w:pPr>
    </w:p>
    <w:p w14:paraId="6DCBEA64" w14:textId="77777777" w:rsidR="00A13844" w:rsidRPr="004D5147" w:rsidRDefault="00A13844" w:rsidP="00A13844">
      <w:pPr>
        <w:tabs>
          <w:tab w:val="left" w:pos="7088"/>
        </w:tabs>
        <w:suppressAutoHyphens/>
        <w:ind w:left="-851" w:right="-144"/>
        <w:jc w:val="center"/>
        <w:outlineLvl w:val="1"/>
        <w:rPr>
          <w:rFonts w:asciiTheme="minorHAnsi" w:hAnsiTheme="minorHAnsi" w:cstheme="minorHAnsi"/>
          <w:b/>
          <w:bCs/>
          <w:sz w:val="22"/>
          <w:szCs w:val="22"/>
        </w:rPr>
      </w:pPr>
      <w:r w:rsidRPr="004D5147">
        <w:rPr>
          <w:rFonts w:asciiTheme="minorHAnsi" w:hAnsiTheme="minorHAnsi" w:cstheme="minorHAnsi"/>
          <w:b/>
          <w:bCs/>
          <w:sz w:val="22"/>
          <w:szCs w:val="22"/>
        </w:rPr>
        <w:t>SR. PRESIDENTE DE LA AUTORIDAD PORTUARIA DE MARIN Y RÍA DE PONTEVEDRA</w:t>
      </w:r>
    </w:p>
    <w:p w14:paraId="42EBE85A" w14:textId="77777777" w:rsidR="00A13844" w:rsidRPr="004D5147" w:rsidRDefault="00A13844" w:rsidP="00A13844">
      <w:pPr>
        <w:tabs>
          <w:tab w:val="left" w:pos="7088"/>
        </w:tabs>
        <w:suppressAutoHyphens/>
        <w:ind w:right="-144"/>
        <w:jc w:val="right"/>
        <w:outlineLvl w:val="1"/>
        <w:rPr>
          <w:rFonts w:asciiTheme="minorHAnsi" w:hAnsiTheme="minorHAnsi" w:cstheme="minorHAnsi"/>
          <w:bCs/>
          <w:sz w:val="28"/>
          <w:szCs w:val="28"/>
        </w:rPr>
      </w:pPr>
    </w:p>
    <w:p w14:paraId="6F3D9F6E" w14:textId="77777777" w:rsidR="00A13844" w:rsidRPr="004D5147" w:rsidRDefault="00A13844" w:rsidP="00A13844">
      <w:pPr>
        <w:jc w:val="center"/>
        <w:rPr>
          <w:rFonts w:asciiTheme="minorHAnsi" w:hAnsiTheme="minorHAnsi" w:cstheme="minorHAnsi"/>
          <w:bCs/>
          <w:sz w:val="28"/>
          <w:szCs w:val="28"/>
        </w:rPr>
      </w:pPr>
    </w:p>
    <w:p w14:paraId="2262A186" w14:textId="318CAAA8" w:rsidR="007D0589" w:rsidRDefault="007D0589" w:rsidP="007D0589">
      <w:pPr>
        <w:jc w:val="center"/>
        <w:rPr>
          <w:rFonts w:asciiTheme="minorHAnsi" w:hAnsiTheme="minorHAnsi" w:cstheme="minorHAnsi"/>
          <w:sz w:val="32"/>
          <w:szCs w:val="32"/>
        </w:rPr>
      </w:pPr>
    </w:p>
    <w:p w14:paraId="0F5D35AD" w14:textId="77777777" w:rsidR="007D0D30" w:rsidRDefault="007D0D30" w:rsidP="007D0589">
      <w:pPr>
        <w:jc w:val="center"/>
        <w:rPr>
          <w:rFonts w:asciiTheme="minorHAnsi" w:hAnsiTheme="minorHAnsi" w:cstheme="minorHAnsi"/>
          <w:sz w:val="32"/>
          <w:szCs w:val="32"/>
        </w:rPr>
      </w:pPr>
    </w:p>
    <w:p w14:paraId="1EA4252A" w14:textId="77777777" w:rsidR="007D0D30" w:rsidRDefault="007D0D30" w:rsidP="007D0589">
      <w:pPr>
        <w:jc w:val="center"/>
        <w:rPr>
          <w:rFonts w:asciiTheme="minorHAnsi" w:hAnsiTheme="minorHAnsi" w:cstheme="minorHAnsi"/>
          <w:sz w:val="32"/>
          <w:szCs w:val="32"/>
        </w:rPr>
      </w:pPr>
    </w:p>
    <w:p w14:paraId="7C7BB995" w14:textId="77777777" w:rsidR="006A6054" w:rsidRDefault="006A6054" w:rsidP="009C50E4">
      <w:pPr>
        <w:rPr>
          <w:rFonts w:asciiTheme="minorHAnsi" w:hAnsiTheme="minorHAnsi" w:cstheme="minorHAnsi"/>
          <w:sz w:val="32"/>
          <w:szCs w:val="32"/>
        </w:rPr>
      </w:pPr>
    </w:p>
    <w:p w14:paraId="7CD10B29" w14:textId="77777777" w:rsidR="00F96B1A" w:rsidRDefault="00F96B1A" w:rsidP="009C50E4">
      <w:pPr>
        <w:rPr>
          <w:rFonts w:asciiTheme="minorHAnsi" w:hAnsiTheme="minorHAnsi" w:cstheme="minorHAnsi"/>
          <w:sz w:val="32"/>
          <w:szCs w:val="32"/>
        </w:rPr>
      </w:pPr>
    </w:p>
    <w:p w14:paraId="4FDB2640" w14:textId="77777777" w:rsidR="00F96B1A" w:rsidRDefault="00F96B1A" w:rsidP="009C50E4">
      <w:pPr>
        <w:rPr>
          <w:rFonts w:asciiTheme="minorHAnsi" w:hAnsiTheme="minorHAnsi" w:cstheme="minorHAnsi"/>
          <w:sz w:val="32"/>
          <w:szCs w:val="32"/>
        </w:rPr>
      </w:pPr>
    </w:p>
    <w:p w14:paraId="5FB7E71A" w14:textId="77777777" w:rsidR="00400C29" w:rsidRDefault="00400C29" w:rsidP="009C50E4">
      <w:pPr>
        <w:rPr>
          <w:rFonts w:asciiTheme="minorHAnsi" w:hAnsiTheme="minorHAnsi" w:cstheme="minorHAnsi"/>
          <w:sz w:val="32"/>
          <w:szCs w:val="32"/>
        </w:rPr>
      </w:pPr>
    </w:p>
    <w:p w14:paraId="377B6A62" w14:textId="77777777" w:rsidR="00400C29" w:rsidRDefault="00400C29" w:rsidP="009C50E4">
      <w:pPr>
        <w:rPr>
          <w:rFonts w:asciiTheme="minorHAnsi" w:hAnsiTheme="minorHAnsi" w:cstheme="minorHAnsi"/>
          <w:sz w:val="32"/>
          <w:szCs w:val="32"/>
        </w:rPr>
      </w:pPr>
    </w:p>
    <w:p w14:paraId="237741FD" w14:textId="77777777" w:rsidR="00370EA1" w:rsidRDefault="00370EA1" w:rsidP="009C50E4">
      <w:pPr>
        <w:rPr>
          <w:rFonts w:asciiTheme="minorHAnsi" w:hAnsiTheme="minorHAnsi" w:cstheme="minorHAnsi"/>
          <w:sz w:val="32"/>
          <w:szCs w:val="32"/>
        </w:rPr>
      </w:pPr>
    </w:p>
    <w:p w14:paraId="62ED13D1" w14:textId="77777777" w:rsidR="00370EA1" w:rsidRPr="004D5147" w:rsidRDefault="00370EA1" w:rsidP="009C50E4">
      <w:pPr>
        <w:rPr>
          <w:rFonts w:asciiTheme="minorHAnsi" w:hAnsiTheme="minorHAnsi" w:cstheme="minorHAnsi"/>
          <w:sz w:val="32"/>
          <w:szCs w:val="32"/>
        </w:rPr>
      </w:pPr>
    </w:p>
    <w:p w14:paraId="3CDB6659" w14:textId="431B051F" w:rsidR="007D0589" w:rsidRPr="004D5147" w:rsidRDefault="007D0589" w:rsidP="007D0589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4D5147">
        <w:rPr>
          <w:rFonts w:asciiTheme="minorHAnsi" w:hAnsiTheme="minorHAnsi" w:cstheme="minorHAnsi"/>
          <w:b/>
          <w:sz w:val="32"/>
          <w:szCs w:val="32"/>
        </w:rPr>
        <w:t>ANEXO V. MODELO DECLARACIÓN JURADA</w:t>
      </w:r>
    </w:p>
    <w:p w14:paraId="47F247E9" w14:textId="77777777" w:rsidR="007D0589" w:rsidRPr="004D5147" w:rsidRDefault="007D0589" w:rsidP="007D0589">
      <w:pPr>
        <w:jc w:val="both"/>
        <w:rPr>
          <w:rFonts w:asciiTheme="minorHAnsi" w:hAnsiTheme="minorHAnsi" w:cstheme="minorHAnsi"/>
        </w:rPr>
      </w:pPr>
    </w:p>
    <w:p w14:paraId="34BD9ED8" w14:textId="77777777" w:rsidR="007D0589" w:rsidRPr="004D5147" w:rsidRDefault="007D0589" w:rsidP="007D0589">
      <w:pPr>
        <w:jc w:val="both"/>
        <w:rPr>
          <w:rFonts w:asciiTheme="minorHAnsi" w:hAnsiTheme="minorHAnsi" w:cstheme="minorHAnsi"/>
        </w:rPr>
      </w:pPr>
    </w:p>
    <w:p w14:paraId="69839F34" w14:textId="4B57777F" w:rsidR="007D0589" w:rsidRPr="004D5147" w:rsidRDefault="007D0589" w:rsidP="007D0589">
      <w:pPr>
        <w:jc w:val="both"/>
        <w:rPr>
          <w:rFonts w:asciiTheme="minorHAnsi" w:hAnsiTheme="minorHAnsi" w:cstheme="minorHAnsi"/>
        </w:rPr>
      </w:pPr>
      <w:r w:rsidRPr="004D5147">
        <w:rPr>
          <w:rFonts w:asciiTheme="minorHAnsi" w:hAnsiTheme="minorHAnsi" w:cstheme="minorHAnsi"/>
        </w:rPr>
        <w:t>D/Dª________________________________</w:t>
      </w:r>
      <w:r w:rsidR="00580B37" w:rsidRPr="004D5147">
        <w:rPr>
          <w:rFonts w:asciiTheme="minorHAnsi" w:hAnsiTheme="minorHAnsi" w:cstheme="minorHAnsi"/>
        </w:rPr>
        <w:t>________</w:t>
      </w:r>
      <w:r w:rsidRPr="004D5147">
        <w:rPr>
          <w:rFonts w:asciiTheme="minorHAnsi" w:hAnsiTheme="minorHAnsi" w:cstheme="minorHAnsi"/>
        </w:rPr>
        <w:t xml:space="preserve">____, con DNI ______________, a efectos del proceso selectivo celebrado en _______________________________, declara bajo juramento o promesa siguiendo, entre otros, lo establecido en el artículo 56.d) del texto refundido de la Ley del Estatuto Básico del Empleado Público, aprobado mediante Real Decreto Legislativo 5/2015, de 30 de octubre: </w:t>
      </w:r>
    </w:p>
    <w:p w14:paraId="2D4A2297" w14:textId="77777777" w:rsidR="007D0589" w:rsidRPr="004D5147" w:rsidRDefault="007D0589" w:rsidP="007D0589">
      <w:pPr>
        <w:jc w:val="both"/>
        <w:rPr>
          <w:rFonts w:asciiTheme="minorHAnsi" w:hAnsiTheme="minorHAnsi" w:cstheme="minorHAnsi"/>
        </w:rPr>
      </w:pPr>
    </w:p>
    <w:p w14:paraId="101DCDA8" w14:textId="77777777" w:rsidR="007D0589" w:rsidRPr="004D5147" w:rsidRDefault="007D0589" w:rsidP="007D0589">
      <w:pPr>
        <w:jc w:val="both"/>
        <w:rPr>
          <w:rFonts w:asciiTheme="minorHAnsi" w:hAnsiTheme="minorHAnsi" w:cstheme="minorHAnsi"/>
        </w:rPr>
      </w:pPr>
      <w:r w:rsidRPr="004D5147">
        <w:rPr>
          <w:rFonts w:asciiTheme="minorHAnsi" w:hAnsiTheme="minorHAnsi" w:cstheme="minorHAnsi"/>
        </w:rPr>
        <w:t>Que no ha sido separado mediante expediente disciplinario del servicio de cualesquiera Administraciones Públicas o de los órganos constitucionales o estatutarios de las Comunidades Autónomas</w:t>
      </w:r>
    </w:p>
    <w:p w14:paraId="303B14E9" w14:textId="77777777" w:rsidR="007D0589" w:rsidRPr="004D5147" w:rsidRDefault="007D0589" w:rsidP="007D0589">
      <w:pPr>
        <w:jc w:val="both"/>
        <w:rPr>
          <w:rFonts w:asciiTheme="minorHAnsi" w:hAnsiTheme="minorHAnsi" w:cstheme="minorHAnsi"/>
        </w:rPr>
      </w:pPr>
    </w:p>
    <w:p w14:paraId="659E0004" w14:textId="77777777" w:rsidR="007D0589" w:rsidRPr="004D5147" w:rsidRDefault="007D0589" w:rsidP="007D0589">
      <w:pPr>
        <w:jc w:val="both"/>
        <w:rPr>
          <w:rFonts w:asciiTheme="minorHAnsi" w:hAnsiTheme="minorHAnsi" w:cstheme="minorHAnsi"/>
        </w:rPr>
      </w:pPr>
      <w:r w:rsidRPr="004D5147">
        <w:rPr>
          <w:rFonts w:asciiTheme="minorHAnsi" w:hAnsiTheme="minorHAnsi" w:cstheme="minorHAnsi"/>
        </w:rPr>
        <w:t>Que no está incurso en causa de incompatibilidad de conformidad con lo establecido en la Ley 53/1984, de 26 de diciembre, de Incompatibilidades del Personal al Servicio de las Administraciones Públicas.</w:t>
      </w:r>
    </w:p>
    <w:p w14:paraId="5E9C0496" w14:textId="77777777" w:rsidR="007D0589" w:rsidRPr="004D5147" w:rsidRDefault="007D0589" w:rsidP="007D0589">
      <w:pPr>
        <w:jc w:val="both"/>
        <w:rPr>
          <w:rFonts w:asciiTheme="minorHAnsi" w:hAnsiTheme="minorHAnsi" w:cstheme="minorHAnsi"/>
        </w:rPr>
      </w:pPr>
    </w:p>
    <w:p w14:paraId="2268DF1D" w14:textId="77777777" w:rsidR="007D0589" w:rsidRPr="004D5147" w:rsidRDefault="007D0589" w:rsidP="007D0589">
      <w:pPr>
        <w:jc w:val="both"/>
        <w:rPr>
          <w:rFonts w:asciiTheme="minorHAnsi" w:hAnsiTheme="minorHAnsi" w:cstheme="minorHAnsi"/>
        </w:rPr>
      </w:pPr>
      <w:r w:rsidRPr="004D5147">
        <w:rPr>
          <w:rFonts w:asciiTheme="minorHAnsi" w:hAnsiTheme="minorHAnsi" w:cstheme="minorHAnsi"/>
        </w:rPr>
        <w:t>Que no he sido inhabilitado para ejercer el servicio público.</w:t>
      </w:r>
    </w:p>
    <w:p w14:paraId="4A095760" w14:textId="77777777" w:rsidR="007D0589" w:rsidRPr="004D5147" w:rsidRDefault="007D0589" w:rsidP="007D0589">
      <w:pPr>
        <w:jc w:val="both"/>
        <w:rPr>
          <w:rFonts w:asciiTheme="minorHAnsi" w:hAnsiTheme="minorHAnsi" w:cstheme="minorHAnsi"/>
        </w:rPr>
      </w:pPr>
    </w:p>
    <w:p w14:paraId="6369CAE6" w14:textId="77777777" w:rsidR="007D0589" w:rsidRPr="00266ED0" w:rsidRDefault="007D0589" w:rsidP="007D0589">
      <w:pPr>
        <w:jc w:val="both"/>
        <w:rPr>
          <w:rFonts w:asciiTheme="minorHAnsi" w:hAnsiTheme="minorHAnsi" w:cstheme="minorHAnsi"/>
        </w:rPr>
      </w:pPr>
      <w:r w:rsidRPr="00266ED0">
        <w:rPr>
          <w:rFonts w:asciiTheme="minorHAnsi" w:hAnsiTheme="minorHAnsi" w:cstheme="minorHAnsi"/>
        </w:rPr>
        <w:t>No padecer enfermedad, ni estar afectado por limitaciones físicas o psíquicas que sean incompatibles con el desempeño de las funciones inherentes a la plaza.</w:t>
      </w:r>
    </w:p>
    <w:p w14:paraId="6C99CF44" w14:textId="77777777" w:rsidR="007D0589" w:rsidRPr="004D5147" w:rsidRDefault="007D0589" w:rsidP="007D0589">
      <w:pPr>
        <w:jc w:val="both"/>
        <w:rPr>
          <w:rFonts w:asciiTheme="minorHAnsi" w:hAnsiTheme="minorHAnsi" w:cstheme="minorHAnsi"/>
        </w:rPr>
      </w:pPr>
    </w:p>
    <w:p w14:paraId="63B14B41" w14:textId="77777777" w:rsidR="007D0589" w:rsidRPr="004D5147" w:rsidRDefault="007D0589" w:rsidP="007D0589">
      <w:pPr>
        <w:jc w:val="both"/>
        <w:rPr>
          <w:rFonts w:asciiTheme="minorHAnsi" w:hAnsiTheme="minorHAnsi" w:cstheme="minorHAnsi"/>
        </w:rPr>
      </w:pPr>
    </w:p>
    <w:p w14:paraId="23A0D7A7" w14:textId="77777777" w:rsidR="007D0589" w:rsidRPr="004D5147" w:rsidRDefault="007D0589" w:rsidP="007D0589">
      <w:pPr>
        <w:jc w:val="both"/>
        <w:rPr>
          <w:rFonts w:asciiTheme="minorHAnsi" w:hAnsiTheme="minorHAnsi" w:cstheme="minorHAnsi"/>
        </w:rPr>
      </w:pPr>
    </w:p>
    <w:p w14:paraId="6C7DEFBE" w14:textId="77777777" w:rsidR="007D0589" w:rsidRPr="004D5147" w:rsidRDefault="007D0589" w:rsidP="007D0589">
      <w:pPr>
        <w:jc w:val="both"/>
        <w:rPr>
          <w:rFonts w:asciiTheme="minorHAnsi" w:hAnsiTheme="minorHAnsi" w:cstheme="minorHAnsi"/>
        </w:rPr>
      </w:pPr>
      <w:r w:rsidRPr="004D5147">
        <w:rPr>
          <w:rFonts w:asciiTheme="minorHAnsi" w:hAnsiTheme="minorHAnsi" w:cstheme="minorHAnsi"/>
        </w:rPr>
        <w:t xml:space="preserve"> </w:t>
      </w:r>
    </w:p>
    <w:p w14:paraId="36633034" w14:textId="77777777" w:rsidR="007D0589" w:rsidRPr="004D5147" w:rsidRDefault="007D0589" w:rsidP="007D0589">
      <w:pPr>
        <w:jc w:val="right"/>
        <w:rPr>
          <w:rFonts w:asciiTheme="minorHAnsi" w:hAnsiTheme="minorHAnsi" w:cstheme="minorHAnsi"/>
        </w:rPr>
      </w:pPr>
      <w:r w:rsidRPr="004D5147">
        <w:rPr>
          <w:rFonts w:asciiTheme="minorHAnsi" w:hAnsiTheme="minorHAnsi" w:cstheme="minorHAnsi"/>
        </w:rPr>
        <w:t>En _____________________, a _____ de _________ del 20__</w:t>
      </w:r>
    </w:p>
    <w:p w14:paraId="163D0F30" w14:textId="77777777" w:rsidR="007D0589" w:rsidRPr="004D5147" w:rsidRDefault="007D0589" w:rsidP="007D0589">
      <w:pPr>
        <w:jc w:val="right"/>
        <w:rPr>
          <w:rFonts w:asciiTheme="minorHAnsi" w:hAnsiTheme="minorHAnsi" w:cstheme="minorHAnsi"/>
        </w:rPr>
      </w:pPr>
    </w:p>
    <w:p w14:paraId="3F7C652D" w14:textId="77777777" w:rsidR="007D0589" w:rsidRPr="004D5147" w:rsidRDefault="007D0589" w:rsidP="007D0589">
      <w:pPr>
        <w:jc w:val="right"/>
        <w:rPr>
          <w:rFonts w:asciiTheme="minorHAnsi" w:hAnsiTheme="minorHAnsi" w:cstheme="minorHAnsi"/>
        </w:rPr>
      </w:pPr>
    </w:p>
    <w:p w14:paraId="224246CB" w14:textId="77777777" w:rsidR="007D0589" w:rsidRPr="004D5147" w:rsidRDefault="007D0589" w:rsidP="007D0589">
      <w:pPr>
        <w:jc w:val="right"/>
        <w:rPr>
          <w:rFonts w:asciiTheme="minorHAnsi" w:hAnsiTheme="minorHAnsi" w:cstheme="minorHAnsi"/>
        </w:rPr>
      </w:pPr>
    </w:p>
    <w:p w14:paraId="63A28C3F" w14:textId="77777777" w:rsidR="007D0589" w:rsidRPr="004D5147" w:rsidRDefault="007D0589" w:rsidP="007D0589">
      <w:pPr>
        <w:jc w:val="right"/>
        <w:rPr>
          <w:rFonts w:asciiTheme="minorHAnsi" w:hAnsiTheme="minorHAnsi" w:cstheme="minorHAnsi"/>
        </w:rPr>
      </w:pPr>
    </w:p>
    <w:p w14:paraId="6DEB370F" w14:textId="1010CF6F" w:rsidR="007D0589" w:rsidRPr="004D5147" w:rsidRDefault="007D0589" w:rsidP="007D0589">
      <w:pPr>
        <w:jc w:val="right"/>
        <w:rPr>
          <w:rFonts w:asciiTheme="minorHAnsi" w:hAnsiTheme="minorHAnsi" w:cstheme="minorHAnsi"/>
        </w:rPr>
      </w:pPr>
      <w:r w:rsidRPr="004D5147">
        <w:rPr>
          <w:rFonts w:asciiTheme="minorHAnsi" w:hAnsiTheme="minorHAnsi" w:cstheme="minorHAnsi"/>
        </w:rPr>
        <w:t xml:space="preserve">Firma y nombre </w:t>
      </w:r>
      <w:r w:rsidR="0052241A">
        <w:rPr>
          <w:rFonts w:asciiTheme="minorHAnsi" w:hAnsiTheme="minorHAnsi" w:cstheme="minorHAnsi"/>
        </w:rPr>
        <w:t>de la persona interesada</w:t>
      </w:r>
    </w:p>
    <w:p w14:paraId="73AC230C" w14:textId="77777777" w:rsidR="007D0589" w:rsidRPr="004D5147" w:rsidRDefault="007D0589" w:rsidP="007D0589">
      <w:pPr>
        <w:jc w:val="both"/>
        <w:rPr>
          <w:rStyle w:val="Textoennegrita"/>
          <w:rFonts w:asciiTheme="minorHAnsi" w:hAnsiTheme="minorHAnsi" w:cstheme="minorHAnsi"/>
          <w:b w:val="0"/>
          <w:bCs w:val="0"/>
        </w:rPr>
      </w:pPr>
    </w:p>
    <w:p w14:paraId="71D598CC" w14:textId="61ABE987" w:rsidR="00382D46" w:rsidRPr="004D5147" w:rsidRDefault="00382D46" w:rsidP="00B80416">
      <w:pPr>
        <w:widowControl w:val="0"/>
        <w:autoSpaceDE w:val="0"/>
        <w:autoSpaceDN w:val="0"/>
        <w:adjustRightInd w:val="0"/>
        <w:spacing w:line="248" w:lineRule="auto"/>
        <w:ind w:right="82"/>
        <w:jc w:val="both"/>
        <w:rPr>
          <w:rFonts w:asciiTheme="minorHAnsi" w:hAnsiTheme="minorHAnsi" w:cstheme="minorHAnsi"/>
          <w:sz w:val="22"/>
          <w:szCs w:val="22"/>
        </w:rPr>
      </w:pPr>
    </w:p>
    <w:p w14:paraId="1B2AD30F" w14:textId="54EFB952" w:rsidR="001A605C" w:rsidRPr="004D5147" w:rsidRDefault="001A605C" w:rsidP="00B80416">
      <w:pPr>
        <w:widowControl w:val="0"/>
        <w:autoSpaceDE w:val="0"/>
        <w:autoSpaceDN w:val="0"/>
        <w:adjustRightInd w:val="0"/>
        <w:spacing w:line="248" w:lineRule="auto"/>
        <w:ind w:right="82"/>
        <w:jc w:val="both"/>
        <w:rPr>
          <w:rFonts w:asciiTheme="minorHAnsi" w:hAnsiTheme="minorHAnsi" w:cstheme="minorHAnsi"/>
          <w:sz w:val="22"/>
          <w:szCs w:val="22"/>
        </w:rPr>
      </w:pPr>
    </w:p>
    <w:p w14:paraId="0BA55496" w14:textId="60AAB124" w:rsidR="001A605C" w:rsidRPr="004D5147" w:rsidRDefault="001A605C" w:rsidP="00B80416">
      <w:pPr>
        <w:widowControl w:val="0"/>
        <w:autoSpaceDE w:val="0"/>
        <w:autoSpaceDN w:val="0"/>
        <w:adjustRightInd w:val="0"/>
        <w:spacing w:line="248" w:lineRule="auto"/>
        <w:ind w:right="82"/>
        <w:jc w:val="both"/>
        <w:rPr>
          <w:rFonts w:asciiTheme="minorHAnsi" w:hAnsiTheme="minorHAnsi" w:cstheme="minorHAnsi"/>
          <w:sz w:val="22"/>
          <w:szCs w:val="22"/>
        </w:rPr>
      </w:pPr>
    </w:p>
    <w:p w14:paraId="0F5AAA31" w14:textId="243FD3CC" w:rsidR="001A605C" w:rsidRPr="004D5147" w:rsidRDefault="001A605C" w:rsidP="00B80416">
      <w:pPr>
        <w:widowControl w:val="0"/>
        <w:autoSpaceDE w:val="0"/>
        <w:autoSpaceDN w:val="0"/>
        <w:adjustRightInd w:val="0"/>
        <w:spacing w:line="248" w:lineRule="auto"/>
        <w:ind w:right="82"/>
        <w:jc w:val="both"/>
        <w:rPr>
          <w:rFonts w:asciiTheme="minorHAnsi" w:hAnsiTheme="minorHAnsi" w:cstheme="minorHAnsi"/>
          <w:sz w:val="22"/>
          <w:szCs w:val="22"/>
        </w:rPr>
      </w:pPr>
    </w:p>
    <w:p w14:paraId="4E574E13" w14:textId="1F5D51D0" w:rsidR="008B4D3F" w:rsidRPr="004D5147" w:rsidRDefault="008B4D3F" w:rsidP="00F82918">
      <w:pPr>
        <w:rPr>
          <w:rFonts w:asciiTheme="minorHAnsi" w:hAnsiTheme="minorHAnsi" w:cstheme="minorHAnsi"/>
          <w:sz w:val="22"/>
          <w:szCs w:val="22"/>
        </w:rPr>
      </w:pPr>
    </w:p>
    <w:sectPr w:rsidR="008B4D3F" w:rsidRPr="004D5147" w:rsidSect="007D1750">
      <w:headerReference w:type="default" r:id="rId8"/>
      <w:footerReference w:type="default" r:id="rId9"/>
      <w:footerReference w:type="first" r:id="rId10"/>
      <w:pgSz w:w="11906" w:h="16838" w:code="9"/>
      <w:pgMar w:top="737" w:right="1134" w:bottom="607" w:left="2268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61DD4F" w14:textId="77777777" w:rsidR="006F4D03" w:rsidRDefault="006F4D03">
      <w:r>
        <w:separator/>
      </w:r>
    </w:p>
  </w:endnote>
  <w:endnote w:type="continuationSeparator" w:id="0">
    <w:p w14:paraId="086749C2" w14:textId="77777777" w:rsidR="006F4D03" w:rsidRDefault="006F4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EFFFC" w14:textId="77777777" w:rsidR="00756E3E" w:rsidRDefault="00756E3E"/>
  <w:p w14:paraId="62B090EC" w14:textId="77777777" w:rsidR="00ED7FAC" w:rsidRDefault="00ED7FAC"/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04"/>
    </w:tblGrid>
    <w:tr w:rsidR="00B80924" w14:paraId="13D5F1A7" w14:textId="77777777" w:rsidTr="00ED7FAC">
      <w:tc>
        <w:tcPr>
          <w:tcW w:w="5000" w:type="pct"/>
        </w:tcPr>
        <w:p w14:paraId="269A986A" w14:textId="31A0B50F" w:rsidR="00B80924" w:rsidRDefault="00B80924" w:rsidP="00ED7FAC">
          <w:pPr>
            <w:pStyle w:val="Piedepgina"/>
            <w:jc w:val="center"/>
            <w:rPr>
              <w:sz w:val="14"/>
            </w:rPr>
          </w:pPr>
          <w:r>
            <w:rPr>
              <w:sz w:val="14"/>
            </w:rPr>
            <w:t xml:space="preserve">- </w:t>
          </w:r>
          <w:r>
            <w:rPr>
              <w:sz w:val="14"/>
            </w:rPr>
            <w:fldChar w:fldCharType="begin"/>
          </w:r>
          <w:r>
            <w:rPr>
              <w:sz w:val="14"/>
            </w:rPr>
            <w:instrText xml:space="preserve"> PAGE </w:instrText>
          </w:r>
          <w:r>
            <w:rPr>
              <w:sz w:val="14"/>
            </w:rPr>
            <w:fldChar w:fldCharType="separate"/>
          </w:r>
          <w:r>
            <w:rPr>
              <w:noProof/>
              <w:sz w:val="14"/>
            </w:rPr>
            <w:t>35</w:t>
          </w:r>
          <w:r>
            <w:rPr>
              <w:sz w:val="14"/>
            </w:rPr>
            <w:fldChar w:fldCharType="end"/>
          </w:r>
          <w:r>
            <w:rPr>
              <w:sz w:val="14"/>
            </w:rPr>
            <w:t xml:space="preserve"> </w:t>
          </w:r>
          <w:r w:rsidR="00ED7FAC">
            <w:rPr>
              <w:sz w:val="14"/>
            </w:rPr>
            <w:t>-</w:t>
          </w:r>
        </w:p>
      </w:tc>
    </w:tr>
  </w:tbl>
  <w:p w14:paraId="11A450AA" w14:textId="77777777" w:rsidR="00B80924" w:rsidRDefault="00B80924" w:rsidP="00ED7FAC">
    <w:pPr>
      <w:pStyle w:val="Piedepgina"/>
      <w:rPr>
        <w:sz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-1190" w:type="dxa"/>
      <w:tblBorders>
        <w:insideH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200"/>
      <w:gridCol w:w="4991"/>
    </w:tblGrid>
    <w:tr w:rsidR="00B80924" w14:paraId="58FD1ED7" w14:textId="77777777">
      <w:tc>
        <w:tcPr>
          <w:tcW w:w="7200" w:type="dxa"/>
          <w:tcBorders>
            <w:top w:val="nil"/>
            <w:bottom w:val="nil"/>
            <w:right w:val="nil"/>
          </w:tcBorders>
          <w:vAlign w:val="center"/>
        </w:tcPr>
        <w:p w14:paraId="7AE04209" w14:textId="77777777" w:rsidR="00B80924" w:rsidRDefault="00B80924">
          <w:pPr>
            <w:pStyle w:val="Piedepgina"/>
            <w:ind w:left="4956"/>
            <w:rPr>
              <w:sz w:val="14"/>
            </w:rPr>
          </w:pPr>
        </w:p>
      </w:tc>
      <w:tc>
        <w:tcPr>
          <w:tcW w:w="4991" w:type="dxa"/>
          <w:tcBorders>
            <w:top w:val="nil"/>
            <w:left w:val="nil"/>
            <w:bottom w:val="nil"/>
          </w:tcBorders>
          <w:vAlign w:val="bottom"/>
        </w:tcPr>
        <w:p w14:paraId="08525114" w14:textId="77777777" w:rsidR="00B80924" w:rsidRDefault="00B80924">
          <w:pPr>
            <w:pStyle w:val="Piedepgina"/>
          </w:pPr>
        </w:p>
      </w:tc>
    </w:tr>
    <w:tr w:rsidR="00B80924" w14:paraId="3DF187E1" w14:textId="77777777">
      <w:tc>
        <w:tcPr>
          <w:tcW w:w="7200" w:type="dxa"/>
          <w:tcBorders>
            <w:top w:val="nil"/>
            <w:bottom w:val="nil"/>
            <w:right w:val="nil"/>
          </w:tcBorders>
          <w:vAlign w:val="center"/>
        </w:tcPr>
        <w:p w14:paraId="01950F40" w14:textId="77777777" w:rsidR="00B80924" w:rsidRDefault="00B80924">
          <w:pPr>
            <w:pStyle w:val="Piedepgina"/>
            <w:ind w:left="4956"/>
            <w:rPr>
              <w:noProof/>
              <w:sz w:val="14"/>
            </w:rPr>
          </w:pPr>
          <w:r>
            <w:rPr>
              <w:noProof/>
              <w:sz w:val="14"/>
            </w:rPr>
            <w:t xml:space="preserve">- </w:t>
          </w:r>
          <w:r>
            <w:rPr>
              <w:noProof/>
              <w:sz w:val="14"/>
            </w:rPr>
            <w:fldChar w:fldCharType="begin"/>
          </w:r>
          <w:r>
            <w:rPr>
              <w:noProof/>
              <w:sz w:val="14"/>
            </w:rPr>
            <w:instrText xml:space="preserve"> PAGE </w:instrText>
          </w:r>
          <w:r>
            <w:rPr>
              <w:noProof/>
              <w:sz w:val="14"/>
            </w:rPr>
            <w:fldChar w:fldCharType="separate"/>
          </w:r>
          <w:r>
            <w:rPr>
              <w:noProof/>
              <w:sz w:val="14"/>
            </w:rPr>
            <w:t>1</w:t>
          </w:r>
          <w:r>
            <w:rPr>
              <w:noProof/>
              <w:sz w:val="14"/>
            </w:rPr>
            <w:fldChar w:fldCharType="end"/>
          </w:r>
          <w:r>
            <w:rPr>
              <w:noProof/>
              <w:sz w:val="14"/>
            </w:rPr>
            <w:t xml:space="preserve"> -</w:t>
          </w:r>
        </w:p>
      </w:tc>
      <w:tc>
        <w:tcPr>
          <w:tcW w:w="4991" w:type="dxa"/>
          <w:tcBorders>
            <w:top w:val="nil"/>
            <w:left w:val="dotted" w:sz="4" w:space="0" w:color="auto"/>
            <w:bottom w:val="nil"/>
          </w:tcBorders>
          <w:vAlign w:val="bottom"/>
        </w:tcPr>
        <w:p w14:paraId="4E76C85D" w14:textId="064689E9" w:rsidR="00B80924" w:rsidRDefault="00B80924">
          <w:pPr>
            <w:pStyle w:val="Piedepgina"/>
            <w:rPr>
              <w:noProof/>
            </w:rPr>
          </w:pPr>
          <w:r>
            <w:rPr>
              <w:noProof/>
              <w:sz w:val="14"/>
            </w:rPr>
            <w:fldChar w:fldCharType="begin"/>
          </w:r>
          <w:r>
            <w:rPr>
              <w:noProof/>
              <w:sz w:val="14"/>
            </w:rPr>
            <w:instrText xml:space="preserve"> USERADDRESS \* MERGEFORMAT </w:instrText>
          </w:r>
          <w:r>
            <w:rPr>
              <w:noProof/>
              <w:sz w:val="14"/>
            </w:rPr>
            <w:fldChar w:fldCharType="end"/>
          </w:r>
        </w:p>
      </w:tc>
    </w:tr>
  </w:tbl>
  <w:p w14:paraId="75F69DD9" w14:textId="77777777" w:rsidR="00B80924" w:rsidRDefault="00B8092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74E02" w14:textId="77777777" w:rsidR="006F4D03" w:rsidRDefault="006F4D03">
      <w:r>
        <w:separator/>
      </w:r>
    </w:p>
  </w:footnote>
  <w:footnote w:type="continuationSeparator" w:id="0">
    <w:p w14:paraId="197E7A3C" w14:textId="77777777" w:rsidR="006F4D03" w:rsidRDefault="006F4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10"/>
      <w:gridCol w:w="1589"/>
      <w:gridCol w:w="2905"/>
    </w:tblGrid>
    <w:tr w:rsidR="00076FCD" w14:paraId="65896E03" w14:textId="77777777" w:rsidTr="00076FCD">
      <w:tc>
        <w:tcPr>
          <w:tcW w:w="2358" w:type="pct"/>
        </w:tcPr>
        <w:p w14:paraId="4795CC71" w14:textId="2C31A0E7" w:rsidR="00076FCD" w:rsidRDefault="00120D5C" w:rsidP="00076FCD">
          <w:pPr>
            <w:pStyle w:val="Encabezado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06F68B2C" wp14:editId="696B3635">
                <wp:simplePos x="0" y="0"/>
                <wp:positionH relativeFrom="column">
                  <wp:posOffset>-68580</wp:posOffset>
                </wp:positionH>
                <wp:positionV relativeFrom="paragraph">
                  <wp:posOffset>0</wp:posOffset>
                </wp:positionV>
                <wp:extent cx="2354580" cy="619760"/>
                <wp:effectExtent l="0" t="0" r="7620" b="8890"/>
                <wp:wrapSquare wrapText="bothSides"/>
                <wp:docPr id="1637542265" name="Imagen 1" descr="Imagen que contiene Gráfico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37542265" name="Imagen 1" descr="Imagen que contiene Gráfico&#10;&#10;Descripción generada automá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54580" cy="619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34" w:type="pct"/>
        </w:tcPr>
        <w:p w14:paraId="58D0E0B1" w14:textId="77777777" w:rsidR="00076FCD" w:rsidRDefault="00076FCD" w:rsidP="00076FCD">
          <w:pPr>
            <w:pStyle w:val="Encabezado"/>
          </w:pPr>
        </w:p>
      </w:tc>
      <w:tc>
        <w:tcPr>
          <w:tcW w:w="1708" w:type="pct"/>
        </w:tcPr>
        <w:p w14:paraId="6048D7BE" w14:textId="77777777" w:rsidR="00076FCD" w:rsidRDefault="00076FCD" w:rsidP="00076FCD">
          <w:pPr>
            <w:pStyle w:val="Encabezado"/>
          </w:pPr>
          <w:r>
            <w:rPr>
              <w:noProof/>
            </w:rPr>
            <w:drawing>
              <wp:inline distT="0" distB="0" distL="0" distR="0" wp14:anchorId="1F70A953" wp14:editId="401C99DD">
                <wp:extent cx="1441729" cy="575427"/>
                <wp:effectExtent l="0" t="0" r="6071" b="0"/>
                <wp:docPr id="3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6729" cy="57742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E0F005F" w14:textId="77777777" w:rsidR="00076FCD" w:rsidRDefault="00076FCD" w:rsidP="0078622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663E7"/>
    <w:multiLevelType w:val="hybridMultilevel"/>
    <w:tmpl w:val="45D8E86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474E2"/>
    <w:multiLevelType w:val="hybridMultilevel"/>
    <w:tmpl w:val="9E50D9B6"/>
    <w:lvl w:ilvl="0" w:tplc="8E8624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43CF"/>
    <w:multiLevelType w:val="hybridMultilevel"/>
    <w:tmpl w:val="2FB0C3B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B0451"/>
    <w:multiLevelType w:val="hybridMultilevel"/>
    <w:tmpl w:val="302A13DE"/>
    <w:lvl w:ilvl="0" w:tplc="9CD2D24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A052E"/>
    <w:multiLevelType w:val="hybridMultilevel"/>
    <w:tmpl w:val="A6D0E560"/>
    <w:lvl w:ilvl="0" w:tplc="8E8624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424C5"/>
    <w:multiLevelType w:val="multilevel"/>
    <w:tmpl w:val="CE5634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8" w:hanging="4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130602F6"/>
    <w:multiLevelType w:val="hybridMultilevel"/>
    <w:tmpl w:val="B9D6D8D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F4278B"/>
    <w:multiLevelType w:val="hybridMultilevel"/>
    <w:tmpl w:val="79400E0E"/>
    <w:lvl w:ilvl="0" w:tplc="0C0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2F95D5D"/>
    <w:multiLevelType w:val="hybridMultilevel"/>
    <w:tmpl w:val="1A1867F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E11761"/>
    <w:multiLevelType w:val="hybridMultilevel"/>
    <w:tmpl w:val="3ABCA2B8"/>
    <w:lvl w:ilvl="0" w:tplc="0C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56C523B"/>
    <w:multiLevelType w:val="hybridMultilevel"/>
    <w:tmpl w:val="D3CCD47E"/>
    <w:lvl w:ilvl="0" w:tplc="9A96F5C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1D5F59"/>
    <w:multiLevelType w:val="hybridMultilevel"/>
    <w:tmpl w:val="BEE62112"/>
    <w:lvl w:ilvl="0" w:tplc="4A3C3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055C2"/>
    <w:multiLevelType w:val="hybridMultilevel"/>
    <w:tmpl w:val="68E21610"/>
    <w:lvl w:ilvl="0" w:tplc="0C0A0017">
      <w:start w:val="1"/>
      <w:numFmt w:val="lowerLetter"/>
      <w:lvlText w:val="%1)"/>
      <w:lvlJc w:val="left"/>
      <w:pPr>
        <w:ind w:left="1146" w:hanging="360"/>
      </w:pPr>
    </w:lvl>
    <w:lvl w:ilvl="1" w:tplc="0C0A0019" w:tentative="1">
      <w:start w:val="1"/>
      <w:numFmt w:val="lowerLetter"/>
      <w:lvlText w:val="%2."/>
      <w:lvlJc w:val="left"/>
      <w:pPr>
        <w:ind w:left="1866" w:hanging="360"/>
      </w:pPr>
    </w:lvl>
    <w:lvl w:ilvl="2" w:tplc="0C0A001B" w:tentative="1">
      <w:start w:val="1"/>
      <w:numFmt w:val="lowerRoman"/>
      <w:lvlText w:val="%3."/>
      <w:lvlJc w:val="right"/>
      <w:pPr>
        <w:ind w:left="2586" w:hanging="180"/>
      </w:pPr>
    </w:lvl>
    <w:lvl w:ilvl="3" w:tplc="0C0A000F" w:tentative="1">
      <w:start w:val="1"/>
      <w:numFmt w:val="decimal"/>
      <w:lvlText w:val="%4."/>
      <w:lvlJc w:val="left"/>
      <w:pPr>
        <w:ind w:left="3306" w:hanging="360"/>
      </w:pPr>
    </w:lvl>
    <w:lvl w:ilvl="4" w:tplc="0C0A0019" w:tentative="1">
      <w:start w:val="1"/>
      <w:numFmt w:val="lowerLetter"/>
      <w:lvlText w:val="%5."/>
      <w:lvlJc w:val="left"/>
      <w:pPr>
        <w:ind w:left="4026" w:hanging="360"/>
      </w:pPr>
    </w:lvl>
    <w:lvl w:ilvl="5" w:tplc="0C0A001B" w:tentative="1">
      <w:start w:val="1"/>
      <w:numFmt w:val="lowerRoman"/>
      <w:lvlText w:val="%6."/>
      <w:lvlJc w:val="right"/>
      <w:pPr>
        <w:ind w:left="4746" w:hanging="180"/>
      </w:pPr>
    </w:lvl>
    <w:lvl w:ilvl="6" w:tplc="0C0A000F" w:tentative="1">
      <w:start w:val="1"/>
      <w:numFmt w:val="decimal"/>
      <w:lvlText w:val="%7."/>
      <w:lvlJc w:val="left"/>
      <w:pPr>
        <w:ind w:left="5466" w:hanging="360"/>
      </w:pPr>
    </w:lvl>
    <w:lvl w:ilvl="7" w:tplc="0C0A0019" w:tentative="1">
      <w:start w:val="1"/>
      <w:numFmt w:val="lowerLetter"/>
      <w:lvlText w:val="%8."/>
      <w:lvlJc w:val="left"/>
      <w:pPr>
        <w:ind w:left="6186" w:hanging="360"/>
      </w:pPr>
    </w:lvl>
    <w:lvl w:ilvl="8" w:tplc="0C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6DD3427"/>
    <w:multiLevelType w:val="hybridMultilevel"/>
    <w:tmpl w:val="60365F3C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72A3F65"/>
    <w:multiLevelType w:val="hybridMultilevel"/>
    <w:tmpl w:val="2F64876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BA7522"/>
    <w:multiLevelType w:val="hybridMultilevel"/>
    <w:tmpl w:val="DED29A78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2F6201CF"/>
    <w:multiLevelType w:val="hybridMultilevel"/>
    <w:tmpl w:val="EB7C896A"/>
    <w:lvl w:ilvl="0" w:tplc="C4BE5F06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157DE5"/>
    <w:multiLevelType w:val="hybridMultilevel"/>
    <w:tmpl w:val="2F44BDB2"/>
    <w:lvl w:ilvl="0" w:tplc="B66E1530">
      <w:start w:val="1"/>
      <w:numFmt w:val="bullet"/>
      <w:lvlText w:val="-"/>
      <w:lvlJc w:val="left"/>
      <w:pPr>
        <w:ind w:left="1211" w:hanging="360"/>
      </w:pPr>
      <w:rPr>
        <w:rFonts w:ascii="Calibri" w:eastAsia="Times New Roman" w:hAnsi="Calibri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3DCC78F3"/>
    <w:multiLevelType w:val="hybridMultilevel"/>
    <w:tmpl w:val="F6CEDFCE"/>
    <w:lvl w:ilvl="0" w:tplc="0C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FC77117"/>
    <w:multiLevelType w:val="hybridMultilevel"/>
    <w:tmpl w:val="86863D72"/>
    <w:lvl w:ilvl="0" w:tplc="0C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501C14"/>
    <w:multiLevelType w:val="hybridMultilevel"/>
    <w:tmpl w:val="ABE8811E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BB3B82"/>
    <w:multiLevelType w:val="hybridMultilevel"/>
    <w:tmpl w:val="69B0063A"/>
    <w:lvl w:ilvl="0" w:tplc="60FAC6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075ABF"/>
    <w:multiLevelType w:val="hybridMultilevel"/>
    <w:tmpl w:val="FC6C7C9C"/>
    <w:lvl w:ilvl="0" w:tplc="0C0A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26584F40">
      <w:start w:val="1"/>
      <w:numFmt w:val="lowerLetter"/>
      <w:lvlText w:val="%2)"/>
      <w:lvlJc w:val="left"/>
      <w:pPr>
        <w:ind w:left="720" w:hanging="360"/>
      </w:pPr>
      <w:rPr>
        <w:rFonts w:hint="default"/>
        <w:i/>
        <w:iCs w:val="0"/>
      </w:rPr>
    </w:lvl>
    <w:lvl w:ilvl="2" w:tplc="0C0A001B">
      <w:start w:val="1"/>
      <w:numFmt w:val="lowerRoman"/>
      <w:lvlText w:val="%3."/>
      <w:lvlJc w:val="right"/>
      <w:pPr>
        <w:ind w:left="1620" w:hanging="360"/>
      </w:pPr>
      <w:rPr>
        <w:rFonts w:hint="default"/>
      </w:rPr>
    </w:lvl>
    <w:lvl w:ilvl="3" w:tplc="0C0A000F">
      <w:start w:val="1"/>
      <w:numFmt w:val="decimal"/>
      <w:lvlText w:val="%4."/>
      <w:lvlJc w:val="left"/>
      <w:pPr>
        <w:ind w:left="2160" w:hanging="360"/>
      </w:pPr>
    </w:lvl>
    <w:lvl w:ilvl="4" w:tplc="86CCCBCA">
      <w:start w:val="1"/>
      <w:numFmt w:val="upperRoman"/>
      <w:lvlText w:val="%5."/>
      <w:lvlJc w:val="left"/>
      <w:pPr>
        <w:ind w:left="3240" w:hanging="720"/>
      </w:pPr>
      <w:rPr>
        <w:rFonts w:hint="default"/>
      </w:rPr>
    </w:lvl>
    <w:lvl w:ilvl="5" w:tplc="D2C8E91C">
      <w:start w:val="1"/>
      <w:numFmt w:val="upperLetter"/>
      <w:lvlText w:val="%6."/>
      <w:lvlJc w:val="left"/>
      <w:pPr>
        <w:ind w:left="3780" w:hanging="360"/>
      </w:pPr>
      <w:rPr>
        <w:rFonts w:hint="default"/>
      </w:rPr>
    </w:lvl>
    <w:lvl w:ilvl="6" w:tplc="0C0A000F" w:tentative="1">
      <w:start w:val="1"/>
      <w:numFmt w:val="decimal"/>
      <w:lvlText w:val="%7."/>
      <w:lvlJc w:val="left"/>
      <w:pPr>
        <w:ind w:left="4320" w:hanging="360"/>
      </w:pPr>
    </w:lvl>
    <w:lvl w:ilvl="7" w:tplc="0C0A0019" w:tentative="1">
      <w:start w:val="1"/>
      <w:numFmt w:val="lowerLetter"/>
      <w:lvlText w:val="%8."/>
      <w:lvlJc w:val="left"/>
      <w:pPr>
        <w:ind w:left="5040" w:hanging="360"/>
      </w:pPr>
    </w:lvl>
    <w:lvl w:ilvl="8" w:tplc="0C0A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3" w15:restartNumberingAfterBreak="0">
    <w:nsid w:val="50B2129B"/>
    <w:multiLevelType w:val="hybridMultilevel"/>
    <w:tmpl w:val="DF22B382"/>
    <w:lvl w:ilvl="0" w:tplc="C826ED6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317080"/>
    <w:multiLevelType w:val="multilevel"/>
    <w:tmpl w:val="5036B40C"/>
    <w:lvl w:ilvl="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2"/>
      <w:numFmt w:val="decimal"/>
      <w:pStyle w:val="apartados1"/>
      <w:lvlText w:val="%1.%2."/>
      <w:lvlJc w:val="left"/>
      <w:pPr>
        <w:tabs>
          <w:tab w:val="num" w:pos="782"/>
        </w:tabs>
        <w:ind w:left="782" w:hanging="782"/>
      </w:p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1429" w:hanging="715"/>
      </w:p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5" w15:restartNumberingAfterBreak="0">
    <w:nsid w:val="53360C42"/>
    <w:multiLevelType w:val="hybridMultilevel"/>
    <w:tmpl w:val="CDF492F6"/>
    <w:lvl w:ilvl="0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6" w15:restartNumberingAfterBreak="0">
    <w:nsid w:val="57E54308"/>
    <w:multiLevelType w:val="hybridMultilevel"/>
    <w:tmpl w:val="461CFB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3C13D5"/>
    <w:multiLevelType w:val="hybridMultilevel"/>
    <w:tmpl w:val="44EEDE64"/>
    <w:lvl w:ilvl="0" w:tplc="0C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EDC6D75"/>
    <w:multiLevelType w:val="hybridMultilevel"/>
    <w:tmpl w:val="48D2041E"/>
    <w:lvl w:ilvl="0" w:tplc="398AE530">
      <w:start w:val="1"/>
      <w:numFmt w:val="upperLetter"/>
      <w:pStyle w:val="Ttulo5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D25321"/>
    <w:multiLevelType w:val="hybridMultilevel"/>
    <w:tmpl w:val="CAC44CC6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63450AA2"/>
    <w:multiLevelType w:val="hybridMultilevel"/>
    <w:tmpl w:val="A9A6CD26"/>
    <w:lvl w:ilvl="0" w:tplc="B4AA880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w w:val="137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EA69FE"/>
    <w:multiLevelType w:val="hybridMultilevel"/>
    <w:tmpl w:val="01882638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05C3698"/>
    <w:multiLevelType w:val="hybridMultilevel"/>
    <w:tmpl w:val="A9F22A6E"/>
    <w:lvl w:ilvl="0" w:tplc="1988B51C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  <w:w w:val="137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014" w:hanging="360"/>
      </w:pPr>
    </w:lvl>
    <w:lvl w:ilvl="2" w:tplc="0C0A001B" w:tentative="1">
      <w:start w:val="1"/>
      <w:numFmt w:val="lowerRoman"/>
      <w:lvlText w:val="%3."/>
      <w:lvlJc w:val="right"/>
      <w:pPr>
        <w:ind w:left="1734" w:hanging="180"/>
      </w:pPr>
    </w:lvl>
    <w:lvl w:ilvl="3" w:tplc="0C0A000F" w:tentative="1">
      <w:start w:val="1"/>
      <w:numFmt w:val="decimal"/>
      <w:lvlText w:val="%4."/>
      <w:lvlJc w:val="left"/>
      <w:pPr>
        <w:ind w:left="2454" w:hanging="360"/>
      </w:pPr>
    </w:lvl>
    <w:lvl w:ilvl="4" w:tplc="0C0A0019" w:tentative="1">
      <w:start w:val="1"/>
      <w:numFmt w:val="lowerLetter"/>
      <w:lvlText w:val="%5."/>
      <w:lvlJc w:val="left"/>
      <w:pPr>
        <w:ind w:left="3174" w:hanging="360"/>
      </w:pPr>
    </w:lvl>
    <w:lvl w:ilvl="5" w:tplc="0C0A001B" w:tentative="1">
      <w:start w:val="1"/>
      <w:numFmt w:val="lowerRoman"/>
      <w:lvlText w:val="%6."/>
      <w:lvlJc w:val="right"/>
      <w:pPr>
        <w:ind w:left="3894" w:hanging="180"/>
      </w:pPr>
    </w:lvl>
    <w:lvl w:ilvl="6" w:tplc="0C0A000F" w:tentative="1">
      <w:start w:val="1"/>
      <w:numFmt w:val="decimal"/>
      <w:lvlText w:val="%7."/>
      <w:lvlJc w:val="left"/>
      <w:pPr>
        <w:ind w:left="4614" w:hanging="360"/>
      </w:pPr>
    </w:lvl>
    <w:lvl w:ilvl="7" w:tplc="0C0A0019" w:tentative="1">
      <w:start w:val="1"/>
      <w:numFmt w:val="lowerLetter"/>
      <w:lvlText w:val="%8."/>
      <w:lvlJc w:val="left"/>
      <w:pPr>
        <w:ind w:left="5334" w:hanging="360"/>
      </w:pPr>
    </w:lvl>
    <w:lvl w:ilvl="8" w:tplc="0C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3" w15:restartNumberingAfterBreak="0">
    <w:nsid w:val="78D02343"/>
    <w:multiLevelType w:val="hybridMultilevel"/>
    <w:tmpl w:val="E9B0910E"/>
    <w:lvl w:ilvl="0" w:tplc="0C0A0017">
      <w:start w:val="1"/>
      <w:numFmt w:val="lowerLetter"/>
      <w:lvlText w:val="%1)"/>
      <w:lvlJc w:val="left"/>
      <w:pPr>
        <w:ind w:left="1854" w:hanging="360"/>
      </w:pPr>
    </w:lvl>
    <w:lvl w:ilvl="1" w:tplc="0C0A0019" w:tentative="1">
      <w:start w:val="1"/>
      <w:numFmt w:val="lowerLetter"/>
      <w:lvlText w:val="%2."/>
      <w:lvlJc w:val="left"/>
      <w:pPr>
        <w:ind w:left="2574" w:hanging="360"/>
      </w:pPr>
    </w:lvl>
    <w:lvl w:ilvl="2" w:tplc="0C0A001B" w:tentative="1">
      <w:start w:val="1"/>
      <w:numFmt w:val="lowerRoman"/>
      <w:lvlText w:val="%3."/>
      <w:lvlJc w:val="right"/>
      <w:pPr>
        <w:ind w:left="3294" w:hanging="180"/>
      </w:pPr>
    </w:lvl>
    <w:lvl w:ilvl="3" w:tplc="0C0A000F" w:tentative="1">
      <w:start w:val="1"/>
      <w:numFmt w:val="decimal"/>
      <w:lvlText w:val="%4."/>
      <w:lvlJc w:val="left"/>
      <w:pPr>
        <w:ind w:left="4014" w:hanging="360"/>
      </w:pPr>
    </w:lvl>
    <w:lvl w:ilvl="4" w:tplc="0C0A0019" w:tentative="1">
      <w:start w:val="1"/>
      <w:numFmt w:val="lowerLetter"/>
      <w:lvlText w:val="%5."/>
      <w:lvlJc w:val="left"/>
      <w:pPr>
        <w:ind w:left="4734" w:hanging="360"/>
      </w:pPr>
    </w:lvl>
    <w:lvl w:ilvl="5" w:tplc="0C0A001B" w:tentative="1">
      <w:start w:val="1"/>
      <w:numFmt w:val="lowerRoman"/>
      <w:lvlText w:val="%6."/>
      <w:lvlJc w:val="right"/>
      <w:pPr>
        <w:ind w:left="5454" w:hanging="180"/>
      </w:pPr>
    </w:lvl>
    <w:lvl w:ilvl="6" w:tplc="0C0A000F" w:tentative="1">
      <w:start w:val="1"/>
      <w:numFmt w:val="decimal"/>
      <w:lvlText w:val="%7."/>
      <w:lvlJc w:val="left"/>
      <w:pPr>
        <w:ind w:left="6174" w:hanging="360"/>
      </w:pPr>
    </w:lvl>
    <w:lvl w:ilvl="7" w:tplc="0C0A0019" w:tentative="1">
      <w:start w:val="1"/>
      <w:numFmt w:val="lowerLetter"/>
      <w:lvlText w:val="%8."/>
      <w:lvlJc w:val="left"/>
      <w:pPr>
        <w:ind w:left="6894" w:hanging="360"/>
      </w:pPr>
    </w:lvl>
    <w:lvl w:ilvl="8" w:tplc="0C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4" w15:restartNumberingAfterBreak="0">
    <w:nsid w:val="7B8A2557"/>
    <w:multiLevelType w:val="hybridMultilevel"/>
    <w:tmpl w:val="4A16AA48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BC6344A"/>
    <w:multiLevelType w:val="hybridMultilevel"/>
    <w:tmpl w:val="85B605E6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C581B30"/>
    <w:multiLevelType w:val="hybridMultilevel"/>
    <w:tmpl w:val="F314E5EE"/>
    <w:lvl w:ilvl="0" w:tplc="4A3C3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382758"/>
    <w:multiLevelType w:val="hybridMultilevel"/>
    <w:tmpl w:val="0B7AA31E"/>
    <w:lvl w:ilvl="0" w:tplc="0BE6DB7E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5637925">
    <w:abstractNumId w:val="21"/>
  </w:num>
  <w:num w:numId="2" w16cid:durableId="1832595892">
    <w:abstractNumId w:val="22"/>
  </w:num>
  <w:num w:numId="3" w16cid:durableId="20673018">
    <w:abstractNumId w:val="36"/>
  </w:num>
  <w:num w:numId="4" w16cid:durableId="888609398">
    <w:abstractNumId w:val="11"/>
  </w:num>
  <w:num w:numId="5" w16cid:durableId="1237015993">
    <w:abstractNumId w:val="37"/>
  </w:num>
  <w:num w:numId="6" w16cid:durableId="72901918">
    <w:abstractNumId w:val="2"/>
  </w:num>
  <w:num w:numId="7" w16cid:durableId="1470056126">
    <w:abstractNumId w:val="23"/>
  </w:num>
  <w:num w:numId="8" w16cid:durableId="1360426875">
    <w:abstractNumId w:val="5"/>
  </w:num>
  <w:num w:numId="9" w16cid:durableId="1073551687">
    <w:abstractNumId w:val="14"/>
  </w:num>
  <w:num w:numId="10" w16cid:durableId="883834563">
    <w:abstractNumId w:val="28"/>
  </w:num>
  <w:num w:numId="11" w16cid:durableId="1179274443">
    <w:abstractNumId w:val="12"/>
  </w:num>
  <w:num w:numId="12" w16cid:durableId="838352622">
    <w:abstractNumId w:val="17"/>
  </w:num>
  <w:num w:numId="13" w16cid:durableId="202866651">
    <w:abstractNumId w:val="30"/>
  </w:num>
  <w:num w:numId="14" w16cid:durableId="2128620598">
    <w:abstractNumId w:val="0"/>
  </w:num>
  <w:num w:numId="15" w16cid:durableId="1592469692">
    <w:abstractNumId w:val="32"/>
  </w:num>
  <w:num w:numId="16" w16cid:durableId="1243098205">
    <w:abstractNumId w:val="3"/>
  </w:num>
  <w:num w:numId="17" w16cid:durableId="1282958729">
    <w:abstractNumId w:val="33"/>
  </w:num>
  <w:num w:numId="18" w16cid:durableId="1203634959">
    <w:abstractNumId w:val="24"/>
  </w:num>
  <w:num w:numId="19" w16cid:durableId="1740639746">
    <w:abstractNumId w:val="20"/>
  </w:num>
  <w:num w:numId="20" w16cid:durableId="1651669577">
    <w:abstractNumId w:val="13"/>
  </w:num>
  <w:num w:numId="21" w16cid:durableId="1981761052">
    <w:abstractNumId w:val="10"/>
  </w:num>
  <w:num w:numId="22" w16cid:durableId="1184829311">
    <w:abstractNumId w:val="35"/>
  </w:num>
  <w:num w:numId="23" w16cid:durableId="1260942697">
    <w:abstractNumId w:val="34"/>
  </w:num>
  <w:num w:numId="24" w16cid:durableId="1699235112">
    <w:abstractNumId w:val="16"/>
  </w:num>
  <w:num w:numId="25" w16cid:durableId="359093491">
    <w:abstractNumId w:val="15"/>
  </w:num>
  <w:num w:numId="26" w16cid:durableId="1263369763">
    <w:abstractNumId w:val="26"/>
  </w:num>
  <w:num w:numId="27" w16cid:durableId="884678524">
    <w:abstractNumId w:val="1"/>
  </w:num>
  <w:num w:numId="28" w16cid:durableId="1417558279">
    <w:abstractNumId w:val="31"/>
  </w:num>
  <w:num w:numId="29" w16cid:durableId="953907827">
    <w:abstractNumId w:val="29"/>
  </w:num>
  <w:num w:numId="30" w16cid:durableId="2048875583">
    <w:abstractNumId w:val="7"/>
  </w:num>
  <w:num w:numId="31" w16cid:durableId="621423920">
    <w:abstractNumId w:val="25"/>
  </w:num>
  <w:num w:numId="32" w16cid:durableId="400371215">
    <w:abstractNumId w:val="9"/>
  </w:num>
  <w:num w:numId="33" w16cid:durableId="1129661472">
    <w:abstractNumId w:val="18"/>
  </w:num>
  <w:num w:numId="34" w16cid:durableId="2058551880">
    <w:abstractNumId w:val="19"/>
  </w:num>
  <w:num w:numId="35" w16cid:durableId="1699550566">
    <w:abstractNumId w:val="4"/>
  </w:num>
  <w:num w:numId="36" w16cid:durableId="1124618949">
    <w:abstractNumId w:val="6"/>
  </w:num>
  <w:num w:numId="37" w16cid:durableId="1446386488">
    <w:abstractNumId w:val="27"/>
  </w:num>
  <w:num w:numId="38" w16cid:durableId="2016300941">
    <w:abstractNumId w:val="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7B5"/>
    <w:rsid w:val="000004D8"/>
    <w:rsid w:val="00001D87"/>
    <w:rsid w:val="00005D3A"/>
    <w:rsid w:val="00012C6B"/>
    <w:rsid w:val="0001484F"/>
    <w:rsid w:val="000154E7"/>
    <w:rsid w:val="0001621E"/>
    <w:rsid w:val="00016550"/>
    <w:rsid w:val="00017D3A"/>
    <w:rsid w:val="000225EB"/>
    <w:rsid w:val="0002486A"/>
    <w:rsid w:val="00024E69"/>
    <w:rsid w:val="000255BF"/>
    <w:rsid w:val="00026350"/>
    <w:rsid w:val="00026E8D"/>
    <w:rsid w:val="0002762C"/>
    <w:rsid w:val="00027EB4"/>
    <w:rsid w:val="00030E9B"/>
    <w:rsid w:val="0003102E"/>
    <w:rsid w:val="00031D39"/>
    <w:rsid w:val="00033051"/>
    <w:rsid w:val="00037CC2"/>
    <w:rsid w:val="000406C4"/>
    <w:rsid w:val="000413B4"/>
    <w:rsid w:val="000421C6"/>
    <w:rsid w:val="00043685"/>
    <w:rsid w:val="00044C0E"/>
    <w:rsid w:val="000450DA"/>
    <w:rsid w:val="00045718"/>
    <w:rsid w:val="000458BE"/>
    <w:rsid w:val="00045A72"/>
    <w:rsid w:val="000502E1"/>
    <w:rsid w:val="000508A1"/>
    <w:rsid w:val="000526E6"/>
    <w:rsid w:val="000537C3"/>
    <w:rsid w:val="00054C1F"/>
    <w:rsid w:val="00055FF8"/>
    <w:rsid w:val="000562D9"/>
    <w:rsid w:val="00056C5B"/>
    <w:rsid w:val="00060155"/>
    <w:rsid w:val="000625CE"/>
    <w:rsid w:val="000648EB"/>
    <w:rsid w:val="00067AF5"/>
    <w:rsid w:val="000715E6"/>
    <w:rsid w:val="00071C3C"/>
    <w:rsid w:val="0007412D"/>
    <w:rsid w:val="00074B5B"/>
    <w:rsid w:val="00075295"/>
    <w:rsid w:val="0007679E"/>
    <w:rsid w:val="00076BC5"/>
    <w:rsid w:val="00076FCD"/>
    <w:rsid w:val="00080C0E"/>
    <w:rsid w:val="000827E2"/>
    <w:rsid w:val="00084ACA"/>
    <w:rsid w:val="00085416"/>
    <w:rsid w:val="000907EB"/>
    <w:rsid w:val="000916DE"/>
    <w:rsid w:val="000920DE"/>
    <w:rsid w:val="000928DD"/>
    <w:rsid w:val="00093C18"/>
    <w:rsid w:val="00097527"/>
    <w:rsid w:val="00097626"/>
    <w:rsid w:val="000A21E2"/>
    <w:rsid w:val="000A3CD7"/>
    <w:rsid w:val="000A438A"/>
    <w:rsid w:val="000A50BF"/>
    <w:rsid w:val="000A6118"/>
    <w:rsid w:val="000A6169"/>
    <w:rsid w:val="000A78E7"/>
    <w:rsid w:val="000B0EA0"/>
    <w:rsid w:val="000B1533"/>
    <w:rsid w:val="000B1F8D"/>
    <w:rsid w:val="000B310E"/>
    <w:rsid w:val="000C1E4D"/>
    <w:rsid w:val="000C2D53"/>
    <w:rsid w:val="000C3503"/>
    <w:rsid w:val="000C35DF"/>
    <w:rsid w:val="000C485F"/>
    <w:rsid w:val="000C5BE5"/>
    <w:rsid w:val="000D111A"/>
    <w:rsid w:val="000D11FF"/>
    <w:rsid w:val="000D5150"/>
    <w:rsid w:val="000D56B3"/>
    <w:rsid w:val="000D6E76"/>
    <w:rsid w:val="000E0DF6"/>
    <w:rsid w:val="000E228D"/>
    <w:rsid w:val="000E4E1D"/>
    <w:rsid w:val="000F03BD"/>
    <w:rsid w:val="000F0AE7"/>
    <w:rsid w:val="000F1A63"/>
    <w:rsid w:val="000F378C"/>
    <w:rsid w:val="000F38AA"/>
    <w:rsid w:val="000F4816"/>
    <w:rsid w:val="000F64E7"/>
    <w:rsid w:val="001005A2"/>
    <w:rsid w:val="001016CA"/>
    <w:rsid w:val="00102C6A"/>
    <w:rsid w:val="0010648F"/>
    <w:rsid w:val="0010718A"/>
    <w:rsid w:val="001117CA"/>
    <w:rsid w:val="001124A3"/>
    <w:rsid w:val="00113675"/>
    <w:rsid w:val="0011483C"/>
    <w:rsid w:val="00114C59"/>
    <w:rsid w:val="00115212"/>
    <w:rsid w:val="001203BA"/>
    <w:rsid w:val="00120D5C"/>
    <w:rsid w:val="00120E7C"/>
    <w:rsid w:val="001220D6"/>
    <w:rsid w:val="001245D3"/>
    <w:rsid w:val="00124EE2"/>
    <w:rsid w:val="00131F1D"/>
    <w:rsid w:val="001328C7"/>
    <w:rsid w:val="00133BB5"/>
    <w:rsid w:val="001344E7"/>
    <w:rsid w:val="00134A45"/>
    <w:rsid w:val="00135161"/>
    <w:rsid w:val="00135362"/>
    <w:rsid w:val="00135D68"/>
    <w:rsid w:val="00135EBD"/>
    <w:rsid w:val="001367EB"/>
    <w:rsid w:val="00142A24"/>
    <w:rsid w:val="001430E4"/>
    <w:rsid w:val="00143DE5"/>
    <w:rsid w:val="001446BF"/>
    <w:rsid w:val="00146E2F"/>
    <w:rsid w:val="00147580"/>
    <w:rsid w:val="00150187"/>
    <w:rsid w:val="0015020A"/>
    <w:rsid w:val="00155389"/>
    <w:rsid w:val="00155A73"/>
    <w:rsid w:val="00160C89"/>
    <w:rsid w:val="001612D7"/>
    <w:rsid w:val="00162B01"/>
    <w:rsid w:val="001634EB"/>
    <w:rsid w:val="0016472F"/>
    <w:rsid w:val="00166D29"/>
    <w:rsid w:val="00167F53"/>
    <w:rsid w:val="00172046"/>
    <w:rsid w:val="00176F59"/>
    <w:rsid w:val="0018132E"/>
    <w:rsid w:val="00182AF9"/>
    <w:rsid w:val="00186366"/>
    <w:rsid w:val="00186D49"/>
    <w:rsid w:val="00191A63"/>
    <w:rsid w:val="00195B27"/>
    <w:rsid w:val="0019686D"/>
    <w:rsid w:val="001969DE"/>
    <w:rsid w:val="00196BFA"/>
    <w:rsid w:val="001A03ED"/>
    <w:rsid w:val="001A0B57"/>
    <w:rsid w:val="001A100E"/>
    <w:rsid w:val="001A1728"/>
    <w:rsid w:val="001A4C16"/>
    <w:rsid w:val="001A605C"/>
    <w:rsid w:val="001A6FAA"/>
    <w:rsid w:val="001A7C0B"/>
    <w:rsid w:val="001B05A0"/>
    <w:rsid w:val="001B0D5A"/>
    <w:rsid w:val="001B1406"/>
    <w:rsid w:val="001B2EEE"/>
    <w:rsid w:val="001B60F2"/>
    <w:rsid w:val="001B67F0"/>
    <w:rsid w:val="001B7BFE"/>
    <w:rsid w:val="001C07E0"/>
    <w:rsid w:val="001C1D71"/>
    <w:rsid w:val="001C24C8"/>
    <w:rsid w:val="001C3D36"/>
    <w:rsid w:val="001C43FA"/>
    <w:rsid w:val="001C588A"/>
    <w:rsid w:val="001D0A05"/>
    <w:rsid w:val="001D1F42"/>
    <w:rsid w:val="001D3E3E"/>
    <w:rsid w:val="001D4097"/>
    <w:rsid w:val="001E1334"/>
    <w:rsid w:val="001E4FCD"/>
    <w:rsid w:val="001E7577"/>
    <w:rsid w:val="001F01D1"/>
    <w:rsid w:val="001F4433"/>
    <w:rsid w:val="001F46F7"/>
    <w:rsid w:val="001F7196"/>
    <w:rsid w:val="00200313"/>
    <w:rsid w:val="00200F91"/>
    <w:rsid w:val="00201E3D"/>
    <w:rsid w:val="00201F42"/>
    <w:rsid w:val="00201FBE"/>
    <w:rsid w:val="002024AD"/>
    <w:rsid w:val="002027A7"/>
    <w:rsid w:val="00207A74"/>
    <w:rsid w:val="0021177E"/>
    <w:rsid w:val="00213476"/>
    <w:rsid w:val="00213AA2"/>
    <w:rsid w:val="00214E34"/>
    <w:rsid w:val="00216077"/>
    <w:rsid w:val="00223060"/>
    <w:rsid w:val="00223231"/>
    <w:rsid w:val="00224A9D"/>
    <w:rsid w:val="00232CDA"/>
    <w:rsid w:val="00236422"/>
    <w:rsid w:val="00236613"/>
    <w:rsid w:val="00237004"/>
    <w:rsid w:val="00237932"/>
    <w:rsid w:val="00245743"/>
    <w:rsid w:val="0024672A"/>
    <w:rsid w:val="00247E43"/>
    <w:rsid w:val="002503D5"/>
    <w:rsid w:val="0025049F"/>
    <w:rsid w:val="00253640"/>
    <w:rsid w:val="00260433"/>
    <w:rsid w:val="00261477"/>
    <w:rsid w:val="002615B6"/>
    <w:rsid w:val="00262C78"/>
    <w:rsid w:val="002666CA"/>
    <w:rsid w:val="00266BAE"/>
    <w:rsid w:val="00266ED0"/>
    <w:rsid w:val="002676DA"/>
    <w:rsid w:val="00270FE3"/>
    <w:rsid w:val="00274BA4"/>
    <w:rsid w:val="00275028"/>
    <w:rsid w:val="00276EA1"/>
    <w:rsid w:val="002771CA"/>
    <w:rsid w:val="00281676"/>
    <w:rsid w:val="00283E3A"/>
    <w:rsid w:val="002854F6"/>
    <w:rsid w:val="00287BC9"/>
    <w:rsid w:val="00296159"/>
    <w:rsid w:val="002A04FE"/>
    <w:rsid w:val="002A0A3D"/>
    <w:rsid w:val="002B4712"/>
    <w:rsid w:val="002B4CFF"/>
    <w:rsid w:val="002B533D"/>
    <w:rsid w:val="002B61EF"/>
    <w:rsid w:val="002B682E"/>
    <w:rsid w:val="002B6B62"/>
    <w:rsid w:val="002C325D"/>
    <w:rsid w:val="002C4D9C"/>
    <w:rsid w:val="002C548C"/>
    <w:rsid w:val="002C5894"/>
    <w:rsid w:val="002D082E"/>
    <w:rsid w:val="002D18F1"/>
    <w:rsid w:val="002E04C3"/>
    <w:rsid w:val="002E0523"/>
    <w:rsid w:val="002E14E9"/>
    <w:rsid w:val="002E53B0"/>
    <w:rsid w:val="002E6B72"/>
    <w:rsid w:val="002E6C25"/>
    <w:rsid w:val="002E6F5E"/>
    <w:rsid w:val="002E728D"/>
    <w:rsid w:val="002F0464"/>
    <w:rsid w:val="002F2378"/>
    <w:rsid w:val="002F39A9"/>
    <w:rsid w:val="00300BE5"/>
    <w:rsid w:val="00307AFE"/>
    <w:rsid w:val="003112E3"/>
    <w:rsid w:val="003149D1"/>
    <w:rsid w:val="003159F8"/>
    <w:rsid w:val="003167BC"/>
    <w:rsid w:val="003174F1"/>
    <w:rsid w:val="00321C36"/>
    <w:rsid w:val="00322DB5"/>
    <w:rsid w:val="003263EB"/>
    <w:rsid w:val="0032657F"/>
    <w:rsid w:val="0032690C"/>
    <w:rsid w:val="00326EC1"/>
    <w:rsid w:val="00327158"/>
    <w:rsid w:val="003302D2"/>
    <w:rsid w:val="00330A57"/>
    <w:rsid w:val="00332151"/>
    <w:rsid w:val="00334BEE"/>
    <w:rsid w:val="00335333"/>
    <w:rsid w:val="0033550E"/>
    <w:rsid w:val="0034183F"/>
    <w:rsid w:val="00341E4A"/>
    <w:rsid w:val="00342BEC"/>
    <w:rsid w:val="003430A0"/>
    <w:rsid w:val="00350C18"/>
    <w:rsid w:val="0035251D"/>
    <w:rsid w:val="00355618"/>
    <w:rsid w:val="0035659C"/>
    <w:rsid w:val="00361DB8"/>
    <w:rsid w:val="0036287F"/>
    <w:rsid w:val="003637CD"/>
    <w:rsid w:val="00363DA0"/>
    <w:rsid w:val="003654F9"/>
    <w:rsid w:val="003676CB"/>
    <w:rsid w:val="00370EA1"/>
    <w:rsid w:val="00375920"/>
    <w:rsid w:val="00376AFE"/>
    <w:rsid w:val="003772CE"/>
    <w:rsid w:val="00380A8F"/>
    <w:rsid w:val="003825F6"/>
    <w:rsid w:val="003829D1"/>
    <w:rsid w:val="00382D46"/>
    <w:rsid w:val="003868F2"/>
    <w:rsid w:val="00393529"/>
    <w:rsid w:val="003939AD"/>
    <w:rsid w:val="003946B7"/>
    <w:rsid w:val="00396387"/>
    <w:rsid w:val="0039794A"/>
    <w:rsid w:val="003A15AE"/>
    <w:rsid w:val="003A36A3"/>
    <w:rsid w:val="003A428F"/>
    <w:rsid w:val="003A4D9A"/>
    <w:rsid w:val="003A6F06"/>
    <w:rsid w:val="003A6FB7"/>
    <w:rsid w:val="003A7716"/>
    <w:rsid w:val="003B0F88"/>
    <w:rsid w:val="003B19D6"/>
    <w:rsid w:val="003B3511"/>
    <w:rsid w:val="003B3C1C"/>
    <w:rsid w:val="003B57FE"/>
    <w:rsid w:val="003C0E2C"/>
    <w:rsid w:val="003C39D0"/>
    <w:rsid w:val="003C5316"/>
    <w:rsid w:val="003C7CCA"/>
    <w:rsid w:val="003D295A"/>
    <w:rsid w:val="003D54DA"/>
    <w:rsid w:val="003D56C6"/>
    <w:rsid w:val="003D57A1"/>
    <w:rsid w:val="003D6939"/>
    <w:rsid w:val="003D7584"/>
    <w:rsid w:val="003E2F4F"/>
    <w:rsid w:val="003E39F7"/>
    <w:rsid w:val="003E3C3B"/>
    <w:rsid w:val="003E5510"/>
    <w:rsid w:val="003E6F71"/>
    <w:rsid w:val="003E7EE2"/>
    <w:rsid w:val="003F0735"/>
    <w:rsid w:val="003F1CF3"/>
    <w:rsid w:val="003F5FB8"/>
    <w:rsid w:val="003F68B8"/>
    <w:rsid w:val="003F6EA0"/>
    <w:rsid w:val="00400C29"/>
    <w:rsid w:val="0040142A"/>
    <w:rsid w:val="00401F58"/>
    <w:rsid w:val="00402572"/>
    <w:rsid w:val="00403158"/>
    <w:rsid w:val="00404B7D"/>
    <w:rsid w:val="00406010"/>
    <w:rsid w:val="004074F3"/>
    <w:rsid w:val="0040766D"/>
    <w:rsid w:val="00413842"/>
    <w:rsid w:val="0041580C"/>
    <w:rsid w:val="004223CB"/>
    <w:rsid w:val="00423653"/>
    <w:rsid w:val="00425D42"/>
    <w:rsid w:val="00425F6D"/>
    <w:rsid w:val="0042684E"/>
    <w:rsid w:val="00426C19"/>
    <w:rsid w:val="00431DBF"/>
    <w:rsid w:val="004323A4"/>
    <w:rsid w:val="0043639B"/>
    <w:rsid w:val="00436E39"/>
    <w:rsid w:val="00440C04"/>
    <w:rsid w:val="004465A6"/>
    <w:rsid w:val="00450613"/>
    <w:rsid w:val="00450C7E"/>
    <w:rsid w:val="004531D6"/>
    <w:rsid w:val="004537B4"/>
    <w:rsid w:val="00453FA9"/>
    <w:rsid w:val="0045668F"/>
    <w:rsid w:val="004577F3"/>
    <w:rsid w:val="00460DB0"/>
    <w:rsid w:val="0046205F"/>
    <w:rsid w:val="00463E21"/>
    <w:rsid w:val="00464525"/>
    <w:rsid w:val="004654B2"/>
    <w:rsid w:val="00465F1E"/>
    <w:rsid w:val="00466350"/>
    <w:rsid w:val="004674D9"/>
    <w:rsid w:val="00471377"/>
    <w:rsid w:val="00471980"/>
    <w:rsid w:val="00471B8E"/>
    <w:rsid w:val="004737F6"/>
    <w:rsid w:val="004767B3"/>
    <w:rsid w:val="00477B50"/>
    <w:rsid w:val="00483D6A"/>
    <w:rsid w:val="00484464"/>
    <w:rsid w:val="00484FE3"/>
    <w:rsid w:val="004854CC"/>
    <w:rsid w:val="00495B7A"/>
    <w:rsid w:val="004A11AF"/>
    <w:rsid w:val="004A1C02"/>
    <w:rsid w:val="004A20DA"/>
    <w:rsid w:val="004A27EB"/>
    <w:rsid w:val="004A3134"/>
    <w:rsid w:val="004A4A6B"/>
    <w:rsid w:val="004A53FA"/>
    <w:rsid w:val="004A5D8C"/>
    <w:rsid w:val="004A6E1A"/>
    <w:rsid w:val="004B29BA"/>
    <w:rsid w:val="004B5A7D"/>
    <w:rsid w:val="004B74CE"/>
    <w:rsid w:val="004C18A1"/>
    <w:rsid w:val="004C4BA9"/>
    <w:rsid w:val="004C5013"/>
    <w:rsid w:val="004C56FD"/>
    <w:rsid w:val="004C6509"/>
    <w:rsid w:val="004C75A2"/>
    <w:rsid w:val="004C7E84"/>
    <w:rsid w:val="004D2CAB"/>
    <w:rsid w:val="004D5147"/>
    <w:rsid w:val="004D6F50"/>
    <w:rsid w:val="004E4AF0"/>
    <w:rsid w:val="004F1A18"/>
    <w:rsid w:val="004F4B14"/>
    <w:rsid w:val="00502321"/>
    <w:rsid w:val="0050566F"/>
    <w:rsid w:val="005062FF"/>
    <w:rsid w:val="005102B6"/>
    <w:rsid w:val="005124CD"/>
    <w:rsid w:val="00514ED8"/>
    <w:rsid w:val="00515DB7"/>
    <w:rsid w:val="00516904"/>
    <w:rsid w:val="0051734F"/>
    <w:rsid w:val="0051766F"/>
    <w:rsid w:val="0052241A"/>
    <w:rsid w:val="00523094"/>
    <w:rsid w:val="005267DE"/>
    <w:rsid w:val="00535D5F"/>
    <w:rsid w:val="005365C2"/>
    <w:rsid w:val="00540478"/>
    <w:rsid w:val="00542841"/>
    <w:rsid w:val="005428EA"/>
    <w:rsid w:val="0054792A"/>
    <w:rsid w:val="00553B70"/>
    <w:rsid w:val="00554D0B"/>
    <w:rsid w:val="0055546C"/>
    <w:rsid w:val="00561656"/>
    <w:rsid w:val="00565C02"/>
    <w:rsid w:val="00570D58"/>
    <w:rsid w:val="005724A5"/>
    <w:rsid w:val="00572610"/>
    <w:rsid w:val="00572FAF"/>
    <w:rsid w:val="00574853"/>
    <w:rsid w:val="00576ADE"/>
    <w:rsid w:val="005770EB"/>
    <w:rsid w:val="00577AF0"/>
    <w:rsid w:val="00580B37"/>
    <w:rsid w:val="0058133F"/>
    <w:rsid w:val="00582BE0"/>
    <w:rsid w:val="00582CFB"/>
    <w:rsid w:val="00582E16"/>
    <w:rsid w:val="005832BA"/>
    <w:rsid w:val="0059094A"/>
    <w:rsid w:val="00591031"/>
    <w:rsid w:val="005923C8"/>
    <w:rsid w:val="00597D0F"/>
    <w:rsid w:val="005A505D"/>
    <w:rsid w:val="005A5BA6"/>
    <w:rsid w:val="005A7BC9"/>
    <w:rsid w:val="005A7C71"/>
    <w:rsid w:val="005B00C3"/>
    <w:rsid w:val="005B069C"/>
    <w:rsid w:val="005B0887"/>
    <w:rsid w:val="005B1894"/>
    <w:rsid w:val="005B5327"/>
    <w:rsid w:val="005B5735"/>
    <w:rsid w:val="005C0372"/>
    <w:rsid w:val="005C099E"/>
    <w:rsid w:val="005C0EFD"/>
    <w:rsid w:val="005C1F8E"/>
    <w:rsid w:val="005C394D"/>
    <w:rsid w:val="005C3AD5"/>
    <w:rsid w:val="005C7DBB"/>
    <w:rsid w:val="005D5D10"/>
    <w:rsid w:val="005D5E38"/>
    <w:rsid w:val="005D7C3B"/>
    <w:rsid w:val="005E2919"/>
    <w:rsid w:val="005E380D"/>
    <w:rsid w:val="005E5ECE"/>
    <w:rsid w:val="005E6E2F"/>
    <w:rsid w:val="005E716E"/>
    <w:rsid w:val="005F377E"/>
    <w:rsid w:val="005F7A18"/>
    <w:rsid w:val="00600700"/>
    <w:rsid w:val="0060178E"/>
    <w:rsid w:val="00602D48"/>
    <w:rsid w:val="00604147"/>
    <w:rsid w:val="00605565"/>
    <w:rsid w:val="006057D0"/>
    <w:rsid w:val="00606C5C"/>
    <w:rsid w:val="00607A4D"/>
    <w:rsid w:val="00614371"/>
    <w:rsid w:val="006147CA"/>
    <w:rsid w:val="006211FF"/>
    <w:rsid w:val="0062135E"/>
    <w:rsid w:val="00623120"/>
    <w:rsid w:val="0062628A"/>
    <w:rsid w:val="00630B77"/>
    <w:rsid w:val="00632AF7"/>
    <w:rsid w:val="00634CC1"/>
    <w:rsid w:val="00635B68"/>
    <w:rsid w:val="006377AB"/>
    <w:rsid w:val="006378EF"/>
    <w:rsid w:val="006379BE"/>
    <w:rsid w:val="00641465"/>
    <w:rsid w:val="0064682D"/>
    <w:rsid w:val="0064753E"/>
    <w:rsid w:val="006504D6"/>
    <w:rsid w:val="00652F2C"/>
    <w:rsid w:val="00653B0D"/>
    <w:rsid w:val="00654273"/>
    <w:rsid w:val="00654D04"/>
    <w:rsid w:val="00656561"/>
    <w:rsid w:val="00657664"/>
    <w:rsid w:val="006660CB"/>
    <w:rsid w:val="00667A9B"/>
    <w:rsid w:val="00671F84"/>
    <w:rsid w:val="00673942"/>
    <w:rsid w:val="00681E3C"/>
    <w:rsid w:val="00682A9E"/>
    <w:rsid w:val="006839B3"/>
    <w:rsid w:val="0068560E"/>
    <w:rsid w:val="0068649A"/>
    <w:rsid w:val="00687524"/>
    <w:rsid w:val="006877FF"/>
    <w:rsid w:val="006913B1"/>
    <w:rsid w:val="00692575"/>
    <w:rsid w:val="0069580E"/>
    <w:rsid w:val="00696860"/>
    <w:rsid w:val="00696BA3"/>
    <w:rsid w:val="006A2C7E"/>
    <w:rsid w:val="006A445D"/>
    <w:rsid w:val="006A48C0"/>
    <w:rsid w:val="006A5514"/>
    <w:rsid w:val="006A6054"/>
    <w:rsid w:val="006A61A0"/>
    <w:rsid w:val="006B0BA6"/>
    <w:rsid w:val="006B1B93"/>
    <w:rsid w:val="006B4201"/>
    <w:rsid w:val="006B6234"/>
    <w:rsid w:val="006B6D3C"/>
    <w:rsid w:val="006C3772"/>
    <w:rsid w:val="006C42A9"/>
    <w:rsid w:val="006C5C81"/>
    <w:rsid w:val="006C636C"/>
    <w:rsid w:val="006C73E1"/>
    <w:rsid w:val="006D07CE"/>
    <w:rsid w:val="006D26C5"/>
    <w:rsid w:val="006D517A"/>
    <w:rsid w:val="006D54A2"/>
    <w:rsid w:val="006D7776"/>
    <w:rsid w:val="006E0473"/>
    <w:rsid w:val="006E1382"/>
    <w:rsid w:val="006E2E03"/>
    <w:rsid w:val="006E4510"/>
    <w:rsid w:val="006E662F"/>
    <w:rsid w:val="006F11FF"/>
    <w:rsid w:val="006F1532"/>
    <w:rsid w:val="006F4D03"/>
    <w:rsid w:val="006F68A4"/>
    <w:rsid w:val="006F68D4"/>
    <w:rsid w:val="006F6C71"/>
    <w:rsid w:val="006F7D9F"/>
    <w:rsid w:val="0070081D"/>
    <w:rsid w:val="007026CD"/>
    <w:rsid w:val="00704B58"/>
    <w:rsid w:val="007070C4"/>
    <w:rsid w:val="00707497"/>
    <w:rsid w:val="007079BB"/>
    <w:rsid w:val="0071576E"/>
    <w:rsid w:val="00717B3D"/>
    <w:rsid w:val="0072076F"/>
    <w:rsid w:val="007207F7"/>
    <w:rsid w:val="00720C3E"/>
    <w:rsid w:val="007210E8"/>
    <w:rsid w:val="0072327E"/>
    <w:rsid w:val="00733966"/>
    <w:rsid w:val="00740C53"/>
    <w:rsid w:val="00740F5D"/>
    <w:rsid w:val="00741D11"/>
    <w:rsid w:val="007428BD"/>
    <w:rsid w:val="00742914"/>
    <w:rsid w:val="00743D33"/>
    <w:rsid w:val="0075204A"/>
    <w:rsid w:val="00756E3E"/>
    <w:rsid w:val="00757598"/>
    <w:rsid w:val="007576E8"/>
    <w:rsid w:val="00757B52"/>
    <w:rsid w:val="00757CAE"/>
    <w:rsid w:val="00757D39"/>
    <w:rsid w:val="007628F7"/>
    <w:rsid w:val="00766B7A"/>
    <w:rsid w:val="007677BE"/>
    <w:rsid w:val="0077275C"/>
    <w:rsid w:val="007749DC"/>
    <w:rsid w:val="00780D81"/>
    <w:rsid w:val="0078359B"/>
    <w:rsid w:val="0078622F"/>
    <w:rsid w:val="00786CFB"/>
    <w:rsid w:val="0079016A"/>
    <w:rsid w:val="00790F99"/>
    <w:rsid w:val="0079222B"/>
    <w:rsid w:val="007944B2"/>
    <w:rsid w:val="00796605"/>
    <w:rsid w:val="007976D7"/>
    <w:rsid w:val="007A02B1"/>
    <w:rsid w:val="007A1AA8"/>
    <w:rsid w:val="007A1AF4"/>
    <w:rsid w:val="007A1DDE"/>
    <w:rsid w:val="007A2951"/>
    <w:rsid w:val="007A2E9B"/>
    <w:rsid w:val="007A421E"/>
    <w:rsid w:val="007A4743"/>
    <w:rsid w:val="007A5DA0"/>
    <w:rsid w:val="007B0A51"/>
    <w:rsid w:val="007B124C"/>
    <w:rsid w:val="007B1A75"/>
    <w:rsid w:val="007B1D97"/>
    <w:rsid w:val="007B2EBF"/>
    <w:rsid w:val="007B3227"/>
    <w:rsid w:val="007B376E"/>
    <w:rsid w:val="007B3E65"/>
    <w:rsid w:val="007B5CD1"/>
    <w:rsid w:val="007B6F29"/>
    <w:rsid w:val="007C1B1D"/>
    <w:rsid w:val="007C4DD8"/>
    <w:rsid w:val="007C779B"/>
    <w:rsid w:val="007D0589"/>
    <w:rsid w:val="007D0D30"/>
    <w:rsid w:val="007D1097"/>
    <w:rsid w:val="007D1750"/>
    <w:rsid w:val="007D3A30"/>
    <w:rsid w:val="007D4E87"/>
    <w:rsid w:val="007D5B38"/>
    <w:rsid w:val="007D7454"/>
    <w:rsid w:val="007E33D0"/>
    <w:rsid w:val="007F0604"/>
    <w:rsid w:val="007F0AD1"/>
    <w:rsid w:val="007F0E95"/>
    <w:rsid w:val="007F3567"/>
    <w:rsid w:val="007F58FA"/>
    <w:rsid w:val="007F7BED"/>
    <w:rsid w:val="008004BE"/>
    <w:rsid w:val="00800D44"/>
    <w:rsid w:val="008011AC"/>
    <w:rsid w:val="0080432F"/>
    <w:rsid w:val="00804C0A"/>
    <w:rsid w:val="008059DD"/>
    <w:rsid w:val="00810518"/>
    <w:rsid w:val="0081056F"/>
    <w:rsid w:val="008169A0"/>
    <w:rsid w:val="00822077"/>
    <w:rsid w:val="0082225E"/>
    <w:rsid w:val="00823995"/>
    <w:rsid w:val="00827A6E"/>
    <w:rsid w:val="00827DF9"/>
    <w:rsid w:val="008301E8"/>
    <w:rsid w:val="00831737"/>
    <w:rsid w:val="00831CA2"/>
    <w:rsid w:val="008339DA"/>
    <w:rsid w:val="008340E0"/>
    <w:rsid w:val="008343EA"/>
    <w:rsid w:val="00845AB4"/>
    <w:rsid w:val="0085400D"/>
    <w:rsid w:val="00857316"/>
    <w:rsid w:val="008573E9"/>
    <w:rsid w:val="008619E3"/>
    <w:rsid w:val="00861E8D"/>
    <w:rsid w:val="00874DB9"/>
    <w:rsid w:val="00875F99"/>
    <w:rsid w:val="008907B5"/>
    <w:rsid w:val="008915BB"/>
    <w:rsid w:val="00893247"/>
    <w:rsid w:val="008A0BDA"/>
    <w:rsid w:val="008A2162"/>
    <w:rsid w:val="008A2701"/>
    <w:rsid w:val="008A31BA"/>
    <w:rsid w:val="008A4790"/>
    <w:rsid w:val="008A4FBB"/>
    <w:rsid w:val="008B0D15"/>
    <w:rsid w:val="008B2E72"/>
    <w:rsid w:val="008B4D3F"/>
    <w:rsid w:val="008B5B07"/>
    <w:rsid w:val="008B7060"/>
    <w:rsid w:val="008B79E2"/>
    <w:rsid w:val="008C1580"/>
    <w:rsid w:val="008C49E6"/>
    <w:rsid w:val="008D151B"/>
    <w:rsid w:val="008D2971"/>
    <w:rsid w:val="008D6FBB"/>
    <w:rsid w:val="008D77B4"/>
    <w:rsid w:val="008E12BA"/>
    <w:rsid w:val="008E24F6"/>
    <w:rsid w:val="008E336D"/>
    <w:rsid w:val="008E35FC"/>
    <w:rsid w:val="008E3EAC"/>
    <w:rsid w:val="008E4198"/>
    <w:rsid w:val="008E4779"/>
    <w:rsid w:val="008E4C01"/>
    <w:rsid w:val="008E4C1A"/>
    <w:rsid w:val="008E58EB"/>
    <w:rsid w:val="008F1BDF"/>
    <w:rsid w:val="008F3342"/>
    <w:rsid w:val="008F35C7"/>
    <w:rsid w:val="008F4942"/>
    <w:rsid w:val="008F54B9"/>
    <w:rsid w:val="008F5DFC"/>
    <w:rsid w:val="00900D4D"/>
    <w:rsid w:val="00905338"/>
    <w:rsid w:val="009073A0"/>
    <w:rsid w:val="00911C80"/>
    <w:rsid w:val="009139AF"/>
    <w:rsid w:val="00915529"/>
    <w:rsid w:val="00916BCF"/>
    <w:rsid w:val="00920F3B"/>
    <w:rsid w:val="0092117D"/>
    <w:rsid w:val="00923158"/>
    <w:rsid w:val="009235A1"/>
    <w:rsid w:val="009301BD"/>
    <w:rsid w:val="00930996"/>
    <w:rsid w:val="00931D75"/>
    <w:rsid w:val="00933289"/>
    <w:rsid w:val="00933F72"/>
    <w:rsid w:val="00935436"/>
    <w:rsid w:val="00937667"/>
    <w:rsid w:val="009425AC"/>
    <w:rsid w:val="00943DF3"/>
    <w:rsid w:val="00943E22"/>
    <w:rsid w:val="00945455"/>
    <w:rsid w:val="00945F21"/>
    <w:rsid w:val="00946DF5"/>
    <w:rsid w:val="00946F7F"/>
    <w:rsid w:val="0094740B"/>
    <w:rsid w:val="00947647"/>
    <w:rsid w:val="00950EC4"/>
    <w:rsid w:val="00951921"/>
    <w:rsid w:val="009544A7"/>
    <w:rsid w:val="00957D8F"/>
    <w:rsid w:val="0096042D"/>
    <w:rsid w:val="00961CC1"/>
    <w:rsid w:val="0096222D"/>
    <w:rsid w:val="00967354"/>
    <w:rsid w:val="009679BA"/>
    <w:rsid w:val="009709CC"/>
    <w:rsid w:val="009710CE"/>
    <w:rsid w:val="00971C4B"/>
    <w:rsid w:val="00972BD4"/>
    <w:rsid w:val="009758A2"/>
    <w:rsid w:val="009801A7"/>
    <w:rsid w:val="00981DF8"/>
    <w:rsid w:val="009846E4"/>
    <w:rsid w:val="0098593A"/>
    <w:rsid w:val="00986E59"/>
    <w:rsid w:val="00987DC1"/>
    <w:rsid w:val="0099109D"/>
    <w:rsid w:val="00995E19"/>
    <w:rsid w:val="009973AC"/>
    <w:rsid w:val="009A66AD"/>
    <w:rsid w:val="009A69B6"/>
    <w:rsid w:val="009B175E"/>
    <w:rsid w:val="009B4C76"/>
    <w:rsid w:val="009B5F41"/>
    <w:rsid w:val="009B6DEF"/>
    <w:rsid w:val="009C0AEE"/>
    <w:rsid w:val="009C133D"/>
    <w:rsid w:val="009C2458"/>
    <w:rsid w:val="009C2CDF"/>
    <w:rsid w:val="009C2EEB"/>
    <w:rsid w:val="009C3E76"/>
    <w:rsid w:val="009C450C"/>
    <w:rsid w:val="009C50E4"/>
    <w:rsid w:val="009C5E60"/>
    <w:rsid w:val="009C6A38"/>
    <w:rsid w:val="009C7550"/>
    <w:rsid w:val="009D2F9F"/>
    <w:rsid w:val="009D3A13"/>
    <w:rsid w:val="009D3B5A"/>
    <w:rsid w:val="009D41CD"/>
    <w:rsid w:val="009D6A26"/>
    <w:rsid w:val="009E018A"/>
    <w:rsid w:val="009E26EE"/>
    <w:rsid w:val="009E28BF"/>
    <w:rsid w:val="009E45E0"/>
    <w:rsid w:val="009E6110"/>
    <w:rsid w:val="009E7B20"/>
    <w:rsid w:val="00A02F85"/>
    <w:rsid w:val="00A03FA7"/>
    <w:rsid w:val="00A046DB"/>
    <w:rsid w:val="00A0593A"/>
    <w:rsid w:val="00A06099"/>
    <w:rsid w:val="00A0700B"/>
    <w:rsid w:val="00A07847"/>
    <w:rsid w:val="00A106FF"/>
    <w:rsid w:val="00A13844"/>
    <w:rsid w:val="00A160E1"/>
    <w:rsid w:val="00A165ED"/>
    <w:rsid w:val="00A20C67"/>
    <w:rsid w:val="00A26D0C"/>
    <w:rsid w:val="00A26FEA"/>
    <w:rsid w:val="00A27A3A"/>
    <w:rsid w:val="00A33011"/>
    <w:rsid w:val="00A36D6D"/>
    <w:rsid w:val="00A449A3"/>
    <w:rsid w:val="00A44BE6"/>
    <w:rsid w:val="00A456C7"/>
    <w:rsid w:val="00A45773"/>
    <w:rsid w:val="00A4793F"/>
    <w:rsid w:val="00A47941"/>
    <w:rsid w:val="00A50652"/>
    <w:rsid w:val="00A5078B"/>
    <w:rsid w:val="00A50ABE"/>
    <w:rsid w:val="00A51348"/>
    <w:rsid w:val="00A5299A"/>
    <w:rsid w:val="00A53AB0"/>
    <w:rsid w:val="00A54AE9"/>
    <w:rsid w:val="00A55420"/>
    <w:rsid w:val="00A55C55"/>
    <w:rsid w:val="00A574D6"/>
    <w:rsid w:val="00A66EB3"/>
    <w:rsid w:val="00A70DE8"/>
    <w:rsid w:val="00A71C3E"/>
    <w:rsid w:val="00A776A7"/>
    <w:rsid w:val="00A8102D"/>
    <w:rsid w:val="00A81203"/>
    <w:rsid w:val="00A81208"/>
    <w:rsid w:val="00A81FF0"/>
    <w:rsid w:val="00A83D1D"/>
    <w:rsid w:val="00A86C20"/>
    <w:rsid w:val="00A90613"/>
    <w:rsid w:val="00A928FB"/>
    <w:rsid w:val="00A93D5D"/>
    <w:rsid w:val="00A93ED8"/>
    <w:rsid w:val="00A93F93"/>
    <w:rsid w:val="00A950B9"/>
    <w:rsid w:val="00A96C85"/>
    <w:rsid w:val="00AA003B"/>
    <w:rsid w:val="00AA4E20"/>
    <w:rsid w:val="00AA7AC6"/>
    <w:rsid w:val="00AB7302"/>
    <w:rsid w:val="00AC3C6B"/>
    <w:rsid w:val="00AC4BFF"/>
    <w:rsid w:val="00AC56CC"/>
    <w:rsid w:val="00AD1F2D"/>
    <w:rsid w:val="00AD24CD"/>
    <w:rsid w:val="00AD2A28"/>
    <w:rsid w:val="00AD2D40"/>
    <w:rsid w:val="00AD4BFB"/>
    <w:rsid w:val="00AD7725"/>
    <w:rsid w:val="00AE1E3B"/>
    <w:rsid w:val="00AE2B8F"/>
    <w:rsid w:val="00AE334A"/>
    <w:rsid w:val="00AE3B41"/>
    <w:rsid w:val="00AF36F7"/>
    <w:rsid w:val="00AF47FB"/>
    <w:rsid w:val="00AF67D7"/>
    <w:rsid w:val="00B01574"/>
    <w:rsid w:val="00B01DA1"/>
    <w:rsid w:val="00B02FF3"/>
    <w:rsid w:val="00B0354D"/>
    <w:rsid w:val="00B04062"/>
    <w:rsid w:val="00B05170"/>
    <w:rsid w:val="00B06EEC"/>
    <w:rsid w:val="00B076B9"/>
    <w:rsid w:val="00B12C48"/>
    <w:rsid w:val="00B138D5"/>
    <w:rsid w:val="00B13CC8"/>
    <w:rsid w:val="00B21F8B"/>
    <w:rsid w:val="00B22066"/>
    <w:rsid w:val="00B223E7"/>
    <w:rsid w:val="00B27D25"/>
    <w:rsid w:val="00B31D67"/>
    <w:rsid w:val="00B32DD3"/>
    <w:rsid w:val="00B32EA0"/>
    <w:rsid w:val="00B3509A"/>
    <w:rsid w:val="00B3589E"/>
    <w:rsid w:val="00B36368"/>
    <w:rsid w:val="00B4077D"/>
    <w:rsid w:val="00B41C4F"/>
    <w:rsid w:val="00B4228F"/>
    <w:rsid w:val="00B456FE"/>
    <w:rsid w:val="00B45B6D"/>
    <w:rsid w:val="00B50752"/>
    <w:rsid w:val="00B54C91"/>
    <w:rsid w:val="00B54FDB"/>
    <w:rsid w:val="00B55480"/>
    <w:rsid w:val="00B55B2B"/>
    <w:rsid w:val="00B60105"/>
    <w:rsid w:val="00B60438"/>
    <w:rsid w:val="00B6244D"/>
    <w:rsid w:val="00B662E9"/>
    <w:rsid w:val="00B70968"/>
    <w:rsid w:val="00B80416"/>
    <w:rsid w:val="00B80924"/>
    <w:rsid w:val="00B82C14"/>
    <w:rsid w:val="00B83615"/>
    <w:rsid w:val="00B8368B"/>
    <w:rsid w:val="00B83999"/>
    <w:rsid w:val="00B87453"/>
    <w:rsid w:val="00B9096E"/>
    <w:rsid w:val="00B916EC"/>
    <w:rsid w:val="00B9554E"/>
    <w:rsid w:val="00B95B49"/>
    <w:rsid w:val="00B962D8"/>
    <w:rsid w:val="00BA1474"/>
    <w:rsid w:val="00BA2B46"/>
    <w:rsid w:val="00BA6EC0"/>
    <w:rsid w:val="00BA7FFD"/>
    <w:rsid w:val="00BB0E9F"/>
    <w:rsid w:val="00BC3901"/>
    <w:rsid w:val="00BC4618"/>
    <w:rsid w:val="00BC5185"/>
    <w:rsid w:val="00BC52F6"/>
    <w:rsid w:val="00BC6345"/>
    <w:rsid w:val="00BD2A12"/>
    <w:rsid w:val="00BD4339"/>
    <w:rsid w:val="00BD5CFB"/>
    <w:rsid w:val="00BD6521"/>
    <w:rsid w:val="00BD780E"/>
    <w:rsid w:val="00BE0700"/>
    <w:rsid w:val="00BE2B4A"/>
    <w:rsid w:val="00BE347F"/>
    <w:rsid w:val="00BE4554"/>
    <w:rsid w:val="00BF1D2E"/>
    <w:rsid w:val="00BF5BE8"/>
    <w:rsid w:val="00BF77B1"/>
    <w:rsid w:val="00C015A2"/>
    <w:rsid w:val="00C04608"/>
    <w:rsid w:val="00C05F7B"/>
    <w:rsid w:val="00C12837"/>
    <w:rsid w:val="00C16CDD"/>
    <w:rsid w:val="00C2320B"/>
    <w:rsid w:val="00C2442C"/>
    <w:rsid w:val="00C256FF"/>
    <w:rsid w:val="00C27923"/>
    <w:rsid w:val="00C27ED7"/>
    <w:rsid w:val="00C3195F"/>
    <w:rsid w:val="00C3793C"/>
    <w:rsid w:val="00C40050"/>
    <w:rsid w:val="00C4020B"/>
    <w:rsid w:val="00C44176"/>
    <w:rsid w:val="00C44799"/>
    <w:rsid w:val="00C45C45"/>
    <w:rsid w:val="00C460B8"/>
    <w:rsid w:val="00C47113"/>
    <w:rsid w:val="00C531AA"/>
    <w:rsid w:val="00C554B7"/>
    <w:rsid w:val="00C558AD"/>
    <w:rsid w:val="00C56906"/>
    <w:rsid w:val="00C56FD5"/>
    <w:rsid w:val="00C60184"/>
    <w:rsid w:val="00C62818"/>
    <w:rsid w:val="00C63018"/>
    <w:rsid w:val="00C63E50"/>
    <w:rsid w:val="00C6475A"/>
    <w:rsid w:val="00C65448"/>
    <w:rsid w:val="00C667D6"/>
    <w:rsid w:val="00C66BBB"/>
    <w:rsid w:val="00C67017"/>
    <w:rsid w:val="00C675F1"/>
    <w:rsid w:val="00C7251C"/>
    <w:rsid w:val="00C74897"/>
    <w:rsid w:val="00C77347"/>
    <w:rsid w:val="00C809D4"/>
    <w:rsid w:val="00C81349"/>
    <w:rsid w:val="00C820B1"/>
    <w:rsid w:val="00C8268D"/>
    <w:rsid w:val="00C82F31"/>
    <w:rsid w:val="00C83307"/>
    <w:rsid w:val="00C85259"/>
    <w:rsid w:val="00C85837"/>
    <w:rsid w:val="00C85E28"/>
    <w:rsid w:val="00C86D45"/>
    <w:rsid w:val="00C86D72"/>
    <w:rsid w:val="00C91158"/>
    <w:rsid w:val="00C94606"/>
    <w:rsid w:val="00C9792D"/>
    <w:rsid w:val="00CA6D56"/>
    <w:rsid w:val="00CB1C26"/>
    <w:rsid w:val="00CB3484"/>
    <w:rsid w:val="00CB3FE2"/>
    <w:rsid w:val="00CB5FCF"/>
    <w:rsid w:val="00CB7C30"/>
    <w:rsid w:val="00CC01F0"/>
    <w:rsid w:val="00CC44FC"/>
    <w:rsid w:val="00CC67AE"/>
    <w:rsid w:val="00CD0368"/>
    <w:rsid w:val="00CD0B2F"/>
    <w:rsid w:val="00CD3899"/>
    <w:rsid w:val="00CD3C83"/>
    <w:rsid w:val="00CD5C9D"/>
    <w:rsid w:val="00CD5E51"/>
    <w:rsid w:val="00CD61D3"/>
    <w:rsid w:val="00CD6D0E"/>
    <w:rsid w:val="00CD774E"/>
    <w:rsid w:val="00CD7C29"/>
    <w:rsid w:val="00CE487A"/>
    <w:rsid w:val="00CE6F1B"/>
    <w:rsid w:val="00CE7F3A"/>
    <w:rsid w:val="00CF0A7A"/>
    <w:rsid w:val="00CF0FC1"/>
    <w:rsid w:val="00CF2423"/>
    <w:rsid w:val="00CF3583"/>
    <w:rsid w:val="00CF637A"/>
    <w:rsid w:val="00CF7958"/>
    <w:rsid w:val="00CF7F5C"/>
    <w:rsid w:val="00D00BA5"/>
    <w:rsid w:val="00D00FC2"/>
    <w:rsid w:val="00D04562"/>
    <w:rsid w:val="00D05843"/>
    <w:rsid w:val="00D0677C"/>
    <w:rsid w:val="00D11974"/>
    <w:rsid w:val="00D1474B"/>
    <w:rsid w:val="00D16097"/>
    <w:rsid w:val="00D164FE"/>
    <w:rsid w:val="00D16854"/>
    <w:rsid w:val="00D20594"/>
    <w:rsid w:val="00D224BC"/>
    <w:rsid w:val="00D2418E"/>
    <w:rsid w:val="00D244A3"/>
    <w:rsid w:val="00D24ADF"/>
    <w:rsid w:val="00D24DA4"/>
    <w:rsid w:val="00D2514C"/>
    <w:rsid w:val="00D25C69"/>
    <w:rsid w:val="00D26528"/>
    <w:rsid w:val="00D269A8"/>
    <w:rsid w:val="00D3075B"/>
    <w:rsid w:val="00D31E75"/>
    <w:rsid w:val="00D35CB3"/>
    <w:rsid w:val="00D36A9F"/>
    <w:rsid w:val="00D42F1C"/>
    <w:rsid w:val="00D52D72"/>
    <w:rsid w:val="00D54320"/>
    <w:rsid w:val="00D56703"/>
    <w:rsid w:val="00D579E7"/>
    <w:rsid w:val="00D60D88"/>
    <w:rsid w:val="00D618D8"/>
    <w:rsid w:val="00D63319"/>
    <w:rsid w:val="00D6339F"/>
    <w:rsid w:val="00D63A04"/>
    <w:rsid w:val="00D67C5E"/>
    <w:rsid w:val="00D71455"/>
    <w:rsid w:val="00D7212C"/>
    <w:rsid w:val="00D72385"/>
    <w:rsid w:val="00D7427B"/>
    <w:rsid w:val="00D7606A"/>
    <w:rsid w:val="00D766FE"/>
    <w:rsid w:val="00D817A3"/>
    <w:rsid w:val="00D81C8E"/>
    <w:rsid w:val="00D82CA2"/>
    <w:rsid w:val="00D83C6C"/>
    <w:rsid w:val="00D85954"/>
    <w:rsid w:val="00D8751C"/>
    <w:rsid w:val="00D94DDD"/>
    <w:rsid w:val="00D97F7D"/>
    <w:rsid w:val="00DA121A"/>
    <w:rsid w:val="00DA2682"/>
    <w:rsid w:val="00DA7C72"/>
    <w:rsid w:val="00DB2423"/>
    <w:rsid w:val="00DB5555"/>
    <w:rsid w:val="00DB6514"/>
    <w:rsid w:val="00DB706D"/>
    <w:rsid w:val="00DB7797"/>
    <w:rsid w:val="00DB7FAC"/>
    <w:rsid w:val="00DC2F8E"/>
    <w:rsid w:val="00DC5F16"/>
    <w:rsid w:val="00DD2748"/>
    <w:rsid w:val="00DD37E8"/>
    <w:rsid w:val="00DD50EE"/>
    <w:rsid w:val="00DD52D3"/>
    <w:rsid w:val="00DE341B"/>
    <w:rsid w:val="00DE5006"/>
    <w:rsid w:val="00DE5489"/>
    <w:rsid w:val="00DF06FE"/>
    <w:rsid w:val="00DF1EDA"/>
    <w:rsid w:val="00DF20A6"/>
    <w:rsid w:val="00DF3D9B"/>
    <w:rsid w:val="00E01B73"/>
    <w:rsid w:val="00E0207D"/>
    <w:rsid w:val="00E025B6"/>
    <w:rsid w:val="00E04528"/>
    <w:rsid w:val="00E046D0"/>
    <w:rsid w:val="00E058FF"/>
    <w:rsid w:val="00E06180"/>
    <w:rsid w:val="00E072B0"/>
    <w:rsid w:val="00E07651"/>
    <w:rsid w:val="00E102D5"/>
    <w:rsid w:val="00E12AE8"/>
    <w:rsid w:val="00E13D70"/>
    <w:rsid w:val="00E15A53"/>
    <w:rsid w:val="00E2214C"/>
    <w:rsid w:val="00E231B9"/>
    <w:rsid w:val="00E237D5"/>
    <w:rsid w:val="00E2443F"/>
    <w:rsid w:val="00E27E9B"/>
    <w:rsid w:val="00E3143F"/>
    <w:rsid w:val="00E31FCD"/>
    <w:rsid w:val="00E33812"/>
    <w:rsid w:val="00E34E40"/>
    <w:rsid w:val="00E3539E"/>
    <w:rsid w:val="00E37E8E"/>
    <w:rsid w:val="00E40293"/>
    <w:rsid w:val="00E4137E"/>
    <w:rsid w:val="00E418EA"/>
    <w:rsid w:val="00E41B09"/>
    <w:rsid w:val="00E42AEF"/>
    <w:rsid w:val="00E42FEA"/>
    <w:rsid w:val="00E440AC"/>
    <w:rsid w:val="00E46224"/>
    <w:rsid w:val="00E5390F"/>
    <w:rsid w:val="00E54AD6"/>
    <w:rsid w:val="00E57A9C"/>
    <w:rsid w:val="00E60853"/>
    <w:rsid w:val="00E63BDF"/>
    <w:rsid w:val="00E66180"/>
    <w:rsid w:val="00E71ADE"/>
    <w:rsid w:val="00E720A2"/>
    <w:rsid w:val="00E80935"/>
    <w:rsid w:val="00E80F84"/>
    <w:rsid w:val="00E860F3"/>
    <w:rsid w:val="00E86C10"/>
    <w:rsid w:val="00E90516"/>
    <w:rsid w:val="00E90F2A"/>
    <w:rsid w:val="00E95C33"/>
    <w:rsid w:val="00EA083F"/>
    <w:rsid w:val="00EA178B"/>
    <w:rsid w:val="00EA1981"/>
    <w:rsid w:val="00EA53DF"/>
    <w:rsid w:val="00EA64C8"/>
    <w:rsid w:val="00EA67B3"/>
    <w:rsid w:val="00EA70AB"/>
    <w:rsid w:val="00EB0804"/>
    <w:rsid w:val="00EB44B3"/>
    <w:rsid w:val="00EB45BC"/>
    <w:rsid w:val="00EB6482"/>
    <w:rsid w:val="00EC24F5"/>
    <w:rsid w:val="00EC257E"/>
    <w:rsid w:val="00EC4B08"/>
    <w:rsid w:val="00EC601A"/>
    <w:rsid w:val="00EC6E9F"/>
    <w:rsid w:val="00EC711F"/>
    <w:rsid w:val="00EC7F27"/>
    <w:rsid w:val="00ED0BB0"/>
    <w:rsid w:val="00ED1023"/>
    <w:rsid w:val="00ED15E0"/>
    <w:rsid w:val="00ED2B55"/>
    <w:rsid w:val="00ED6A4D"/>
    <w:rsid w:val="00ED7FAC"/>
    <w:rsid w:val="00EE0196"/>
    <w:rsid w:val="00EE4483"/>
    <w:rsid w:val="00EE4564"/>
    <w:rsid w:val="00EE55C3"/>
    <w:rsid w:val="00EE5681"/>
    <w:rsid w:val="00EE58EC"/>
    <w:rsid w:val="00EE710E"/>
    <w:rsid w:val="00EE7EA2"/>
    <w:rsid w:val="00EF0299"/>
    <w:rsid w:val="00EF244A"/>
    <w:rsid w:val="00EF3883"/>
    <w:rsid w:val="00EF6A83"/>
    <w:rsid w:val="00F00CA2"/>
    <w:rsid w:val="00F01B1E"/>
    <w:rsid w:val="00F02373"/>
    <w:rsid w:val="00F10044"/>
    <w:rsid w:val="00F119EF"/>
    <w:rsid w:val="00F1267B"/>
    <w:rsid w:val="00F16CD9"/>
    <w:rsid w:val="00F1741B"/>
    <w:rsid w:val="00F20418"/>
    <w:rsid w:val="00F20784"/>
    <w:rsid w:val="00F22E1B"/>
    <w:rsid w:val="00F2677C"/>
    <w:rsid w:val="00F27D09"/>
    <w:rsid w:val="00F30FA9"/>
    <w:rsid w:val="00F3186A"/>
    <w:rsid w:val="00F31D0A"/>
    <w:rsid w:val="00F36383"/>
    <w:rsid w:val="00F43F89"/>
    <w:rsid w:val="00F463B8"/>
    <w:rsid w:val="00F5072C"/>
    <w:rsid w:val="00F575D6"/>
    <w:rsid w:val="00F61144"/>
    <w:rsid w:val="00F61DD4"/>
    <w:rsid w:val="00F62802"/>
    <w:rsid w:val="00F650C8"/>
    <w:rsid w:val="00F660EA"/>
    <w:rsid w:val="00F66ED5"/>
    <w:rsid w:val="00F7371C"/>
    <w:rsid w:val="00F73AE1"/>
    <w:rsid w:val="00F755D4"/>
    <w:rsid w:val="00F75BDA"/>
    <w:rsid w:val="00F7657B"/>
    <w:rsid w:val="00F76B06"/>
    <w:rsid w:val="00F80A4F"/>
    <w:rsid w:val="00F80F3C"/>
    <w:rsid w:val="00F81171"/>
    <w:rsid w:val="00F82918"/>
    <w:rsid w:val="00F853A7"/>
    <w:rsid w:val="00F8759A"/>
    <w:rsid w:val="00F900D8"/>
    <w:rsid w:val="00F925D0"/>
    <w:rsid w:val="00F934E7"/>
    <w:rsid w:val="00F9560B"/>
    <w:rsid w:val="00F96B1A"/>
    <w:rsid w:val="00FA196B"/>
    <w:rsid w:val="00FA2036"/>
    <w:rsid w:val="00FA3EBB"/>
    <w:rsid w:val="00FA6F10"/>
    <w:rsid w:val="00FA6FF1"/>
    <w:rsid w:val="00FA7E22"/>
    <w:rsid w:val="00FB045C"/>
    <w:rsid w:val="00FB0BCA"/>
    <w:rsid w:val="00FB1CCA"/>
    <w:rsid w:val="00FB20D6"/>
    <w:rsid w:val="00FC0903"/>
    <w:rsid w:val="00FC11CF"/>
    <w:rsid w:val="00FC4043"/>
    <w:rsid w:val="00FD1F1B"/>
    <w:rsid w:val="00FD23C6"/>
    <w:rsid w:val="00FD3A0B"/>
    <w:rsid w:val="00FD3B29"/>
    <w:rsid w:val="00FD3F1A"/>
    <w:rsid w:val="00FD5EB4"/>
    <w:rsid w:val="00FD6871"/>
    <w:rsid w:val="00FD7929"/>
    <w:rsid w:val="00FE2586"/>
    <w:rsid w:val="00FE3F39"/>
    <w:rsid w:val="00FE5F5B"/>
    <w:rsid w:val="00FE7522"/>
    <w:rsid w:val="00FE79F7"/>
    <w:rsid w:val="00FE7C55"/>
    <w:rsid w:val="00FF0CDA"/>
    <w:rsid w:val="00FF28A7"/>
    <w:rsid w:val="00FF2A41"/>
    <w:rsid w:val="00FF310C"/>
    <w:rsid w:val="00FF46E1"/>
    <w:rsid w:val="00FF6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1A71FF"/>
  <w15:docId w15:val="{9285E7E1-48B8-4470-8D71-7F343A4D5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7929"/>
    <w:rPr>
      <w:sz w:val="24"/>
      <w:szCs w:val="24"/>
    </w:rPr>
  </w:style>
  <w:style w:type="paragraph" w:styleId="Ttulo1">
    <w:name w:val="heading 1"/>
    <w:basedOn w:val="Normal"/>
    <w:next w:val="Normal"/>
    <w:qFormat/>
    <w:rsid w:val="00FD7929"/>
    <w:pPr>
      <w:keepNext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rsid w:val="00FD7929"/>
    <w:pPr>
      <w:keepNext/>
      <w:outlineLvl w:val="1"/>
    </w:pPr>
    <w:rPr>
      <w:i/>
      <w:iCs/>
      <w:sz w:val="18"/>
      <w:szCs w:val="18"/>
    </w:rPr>
  </w:style>
  <w:style w:type="paragraph" w:styleId="Ttulo3">
    <w:name w:val="heading 3"/>
    <w:basedOn w:val="Normal"/>
    <w:next w:val="Normal"/>
    <w:qFormat/>
    <w:rsid w:val="00FD7929"/>
    <w:pPr>
      <w:keepNext/>
      <w:ind w:right="-69"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rsid w:val="00FD7929"/>
    <w:pPr>
      <w:keepNext/>
      <w:ind w:left="720" w:hanging="360"/>
      <w:jc w:val="both"/>
      <w:outlineLvl w:val="3"/>
    </w:pPr>
    <w:rPr>
      <w:rFonts w:ascii="Calibri" w:hAnsi="Calibri"/>
      <w:i/>
      <w:color w:val="000000"/>
      <w:u w:val="single"/>
    </w:rPr>
  </w:style>
  <w:style w:type="paragraph" w:styleId="Ttulo5">
    <w:name w:val="heading 5"/>
    <w:basedOn w:val="Normal"/>
    <w:next w:val="Normal"/>
    <w:qFormat/>
    <w:rsid w:val="00FD7929"/>
    <w:pPr>
      <w:keepNext/>
      <w:numPr>
        <w:numId w:val="10"/>
      </w:numPr>
      <w:ind w:left="426"/>
      <w:jc w:val="both"/>
      <w:outlineLvl w:val="4"/>
    </w:pPr>
    <w:rPr>
      <w:rFonts w:ascii="Calibri" w:hAnsi="Calibri"/>
      <w:i/>
      <w:color w:val="FF000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D792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FD7929"/>
    <w:pPr>
      <w:tabs>
        <w:tab w:val="center" w:pos="4252"/>
        <w:tab w:val="right" w:pos="8504"/>
      </w:tabs>
    </w:pPr>
  </w:style>
  <w:style w:type="paragraph" w:styleId="Textodebloque">
    <w:name w:val="Block Text"/>
    <w:basedOn w:val="Normal"/>
    <w:rsid w:val="00FD7929"/>
    <w:pPr>
      <w:ind w:left="2126" w:right="1446"/>
      <w:jc w:val="both"/>
    </w:pPr>
    <w:rPr>
      <w:rFonts w:ascii="Arial" w:hAnsi="Arial" w:cs="Arial"/>
    </w:rPr>
  </w:style>
  <w:style w:type="character" w:styleId="Nmerodepgina">
    <w:name w:val="page number"/>
    <w:basedOn w:val="Fuentedeprrafopredeter"/>
    <w:rsid w:val="00FD7929"/>
  </w:style>
  <w:style w:type="paragraph" w:styleId="Textoindependiente">
    <w:name w:val="Body Text"/>
    <w:basedOn w:val="Normal"/>
    <w:rsid w:val="00FD7929"/>
    <w:rPr>
      <w:i/>
      <w:iCs/>
      <w:sz w:val="18"/>
      <w:szCs w:val="18"/>
    </w:rPr>
  </w:style>
  <w:style w:type="paragraph" w:styleId="Textoindependiente2">
    <w:name w:val="Body Text 2"/>
    <w:basedOn w:val="Normal"/>
    <w:rsid w:val="00FD7929"/>
    <w:pPr>
      <w:tabs>
        <w:tab w:val="left" w:pos="1080"/>
        <w:tab w:val="center" w:pos="4320"/>
      </w:tabs>
      <w:jc w:val="both"/>
    </w:pPr>
  </w:style>
  <w:style w:type="character" w:styleId="Textoennegrita">
    <w:name w:val="Strong"/>
    <w:basedOn w:val="Fuentedeprrafopredeter"/>
    <w:uiPriority w:val="22"/>
    <w:qFormat/>
    <w:rsid w:val="00FD7929"/>
    <w:rPr>
      <w:b/>
      <w:bCs/>
    </w:rPr>
  </w:style>
  <w:style w:type="paragraph" w:styleId="Textosinformato">
    <w:name w:val="Plain Text"/>
    <w:basedOn w:val="Normal"/>
    <w:uiPriority w:val="99"/>
    <w:rsid w:val="00FD7929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uiPriority w:val="99"/>
    <w:locked/>
    <w:rsid w:val="00FD7929"/>
    <w:rPr>
      <w:rFonts w:ascii="Courier New" w:hAnsi="Courier New" w:cs="Courier New"/>
    </w:rPr>
  </w:style>
  <w:style w:type="paragraph" w:styleId="Sangradetextonormal">
    <w:name w:val="Body Text Indent"/>
    <w:basedOn w:val="Normal"/>
    <w:semiHidden/>
    <w:rsid w:val="00FD7929"/>
    <w:pPr>
      <w:ind w:left="708"/>
      <w:jc w:val="both"/>
    </w:pPr>
    <w:rPr>
      <w:rFonts w:ascii="Calibri" w:hAnsi="Calibri"/>
      <w:color w:val="000000"/>
    </w:rPr>
  </w:style>
  <w:style w:type="paragraph" w:styleId="Prrafodelista">
    <w:name w:val="List Paragraph"/>
    <w:basedOn w:val="Normal"/>
    <w:uiPriority w:val="34"/>
    <w:qFormat/>
    <w:rsid w:val="00FD7929"/>
    <w:pPr>
      <w:ind w:left="708"/>
    </w:pPr>
  </w:style>
  <w:style w:type="paragraph" w:customStyle="1" w:styleId="Default">
    <w:name w:val="Default"/>
    <w:rsid w:val="00FD7929"/>
    <w:pPr>
      <w:autoSpaceDE w:val="0"/>
      <w:autoSpaceDN w:val="0"/>
      <w:adjustRightInd w:val="0"/>
    </w:pPr>
    <w:rPr>
      <w:rFonts w:ascii="Arial Unicode MS" w:eastAsia="Arial Unicode MS" w:cs="Arial Unicode MS"/>
      <w:color w:val="000000"/>
      <w:sz w:val="24"/>
      <w:szCs w:val="24"/>
    </w:rPr>
  </w:style>
  <w:style w:type="character" w:styleId="Hipervnculo">
    <w:name w:val="Hyperlink"/>
    <w:basedOn w:val="Fuentedeprrafopredeter"/>
    <w:rsid w:val="00FD7929"/>
    <w:rPr>
      <w:color w:val="0000FF"/>
      <w:u w:val="single"/>
    </w:rPr>
  </w:style>
  <w:style w:type="paragraph" w:customStyle="1" w:styleId="xl38">
    <w:name w:val="xl38"/>
    <w:basedOn w:val="Normal"/>
    <w:rsid w:val="00FD7929"/>
    <w:pP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Sangra2detindependiente1">
    <w:name w:val="Sangría 2 de t. independiente1"/>
    <w:basedOn w:val="Normal"/>
    <w:rsid w:val="00FD7929"/>
    <w:pPr>
      <w:widowControl w:val="0"/>
      <w:spacing w:before="120"/>
      <w:ind w:left="709" w:hanging="709"/>
      <w:jc w:val="both"/>
    </w:pPr>
    <w:rPr>
      <w:rFonts w:ascii="Arial" w:hAnsi="Arial"/>
      <w:spacing w:val="-3"/>
      <w:sz w:val="22"/>
      <w:szCs w:val="20"/>
      <w:lang w:val="es-ES_tradnl"/>
    </w:rPr>
  </w:style>
  <w:style w:type="paragraph" w:styleId="Sangra2detindependiente">
    <w:name w:val="Body Text Indent 2"/>
    <w:basedOn w:val="Normal"/>
    <w:semiHidden/>
    <w:rsid w:val="00FD7929"/>
    <w:pPr>
      <w:ind w:left="708"/>
      <w:jc w:val="both"/>
    </w:pPr>
    <w:rPr>
      <w:rFonts w:ascii="Calibri" w:hAnsi="Calibri"/>
      <w:i/>
      <w:color w:val="000000"/>
      <w:u w:val="single"/>
    </w:rPr>
  </w:style>
  <w:style w:type="paragraph" w:styleId="Ttulo">
    <w:name w:val="Title"/>
    <w:basedOn w:val="Normal"/>
    <w:next w:val="Normal"/>
    <w:link w:val="TtuloCar"/>
    <w:qFormat/>
    <w:rsid w:val="001B67F0"/>
    <w:pPr>
      <w:widowControl w:val="0"/>
      <w:pBdr>
        <w:bottom w:val="single" w:sz="8" w:space="4" w:color="4F81BD"/>
      </w:pBdr>
      <w:spacing w:after="300"/>
      <w:contextualSpacing/>
      <w:jc w:val="center"/>
    </w:pPr>
    <w:rPr>
      <w:rFonts w:ascii="Verdana" w:hAnsi="Verdana"/>
      <w:b/>
      <w:color w:val="17365D"/>
      <w:spacing w:val="5"/>
      <w:kern w:val="28"/>
      <w:sz w:val="22"/>
      <w:szCs w:val="52"/>
      <w:lang w:val="es-ES_tradnl"/>
    </w:rPr>
  </w:style>
  <w:style w:type="character" w:customStyle="1" w:styleId="TtuloCar">
    <w:name w:val="Título Car"/>
    <w:basedOn w:val="Fuentedeprrafopredeter"/>
    <w:link w:val="Ttulo"/>
    <w:rsid w:val="001B67F0"/>
    <w:rPr>
      <w:rFonts w:ascii="Verdana" w:hAnsi="Verdana"/>
      <w:b/>
      <w:color w:val="17365D"/>
      <w:spacing w:val="5"/>
      <w:kern w:val="28"/>
      <w:sz w:val="22"/>
      <w:szCs w:val="52"/>
      <w:lang w:val="es-ES_tradnl"/>
    </w:rPr>
  </w:style>
  <w:style w:type="table" w:styleId="Tablaconcuadrcula">
    <w:name w:val="Table Grid"/>
    <w:basedOn w:val="Tablanormal"/>
    <w:uiPriority w:val="39"/>
    <w:rsid w:val="00FC1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basedOn w:val="Fuentedeprrafopredeter"/>
    <w:uiPriority w:val="20"/>
    <w:qFormat/>
    <w:rsid w:val="00F853A7"/>
    <w:rPr>
      <w:i/>
      <w:iCs/>
    </w:rPr>
  </w:style>
  <w:style w:type="character" w:styleId="Hipervnculovisitado">
    <w:name w:val="FollowedHyperlink"/>
    <w:basedOn w:val="Fuentedeprrafopredeter"/>
    <w:unhideWhenUsed/>
    <w:rsid w:val="00696860"/>
    <w:rPr>
      <w:color w:val="800080"/>
      <w:u w:val="single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5B08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5B0887"/>
    <w:rPr>
      <w:rFonts w:ascii="Courier New" w:hAnsi="Courier New" w:cs="Courier New"/>
    </w:rPr>
  </w:style>
  <w:style w:type="paragraph" w:styleId="Sinespaciado">
    <w:name w:val="No Spacing"/>
    <w:uiPriority w:val="1"/>
    <w:qFormat/>
    <w:rsid w:val="00FA6FF1"/>
    <w:rPr>
      <w:rFonts w:ascii="Calibri" w:eastAsia="Calibri" w:hAnsi="Calibri"/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nhideWhenUsed/>
    <w:rsid w:val="00B5075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B50752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B8092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80924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es-ES"/>
    </w:rPr>
  </w:style>
  <w:style w:type="character" w:styleId="Refdecomentario">
    <w:name w:val="annotation reference"/>
    <w:basedOn w:val="Fuentedeprrafopredeter"/>
    <w:unhideWhenUsed/>
    <w:rsid w:val="00A06099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A06099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rsid w:val="00A06099"/>
    <w:rPr>
      <w:rFonts w:asciiTheme="minorHAnsi" w:eastAsiaTheme="minorHAnsi" w:hAnsiTheme="minorHAnsi" w:cstheme="minorBidi"/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nhideWhenUsed/>
    <w:rsid w:val="00A55C55"/>
    <w:pPr>
      <w:spacing w:after="0"/>
    </w:pPr>
    <w:rPr>
      <w:rFonts w:ascii="Times New Roman" w:eastAsia="Times New Roman" w:hAnsi="Times New Roman" w:cs="Times New Roman"/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rsid w:val="00A55C55"/>
    <w:rPr>
      <w:rFonts w:asciiTheme="minorHAnsi" w:eastAsiaTheme="minorHAnsi" w:hAnsiTheme="minorHAnsi" w:cstheme="minorBidi"/>
      <w:b/>
      <w:bCs/>
      <w:lang w:eastAsia="en-US"/>
    </w:rPr>
  </w:style>
  <w:style w:type="character" w:styleId="Mencinsinresolver">
    <w:name w:val="Unresolved Mention"/>
    <w:uiPriority w:val="99"/>
    <w:semiHidden/>
    <w:unhideWhenUsed/>
    <w:rsid w:val="007D0589"/>
    <w:rPr>
      <w:color w:val="605E5C"/>
      <w:shd w:val="clear" w:color="auto" w:fill="E1DFDD"/>
    </w:rPr>
  </w:style>
  <w:style w:type="paragraph" w:customStyle="1" w:styleId="apartados1">
    <w:name w:val="apartados 1."/>
    <w:basedOn w:val="Normal"/>
    <w:uiPriority w:val="99"/>
    <w:rsid w:val="007D0589"/>
    <w:pPr>
      <w:keepLines/>
      <w:numPr>
        <w:ilvl w:val="1"/>
        <w:numId w:val="18"/>
      </w:numPr>
      <w:spacing w:before="120" w:after="120" w:line="220" w:lineRule="exact"/>
      <w:jc w:val="both"/>
    </w:pPr>
    <w:rPr>
      <w:sz w:val="22"/>
      <w:szCs w:val="20"/>
      <w:lang w:val="es-ES_tradnl"/>
    </w:rPr>
  </w:style>
  <w:style w:type="paragraph" w:styleId="Textonotapie">
    <w:name w:val="footnote text"/>
    <w:basedOn w:val="Normal"/>
    <w:link w:val="TextonotapieCar"/>
    <w:rsid w:val="007D0589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0589"/>
  </w:style>
  <w:style w:type="character" w:styleId="Refdenotaalpie">
    <w:name w:val="footnote reference"/>
    <w:rsid w:val="007D0589"/>
    <w:rPr>
      <w:vertAlign w:val="superscript"/>
    </w:rPr>
  </w:style>
  <w:style w:type="character" w:customStyle="1" w:styleId="EncabezadoCar">
    <w:name w:val="Encabezado Car"/>
    <w:basedOn w:val="Fuentedeprrafopredeter"/>
    <w:link w:val="Encabezado"/>
    <w:rsid w:val="00076FCD"/>
    <w:rPr>
      <w:sz w:val="24"/>
      <w:szCs w:val="24"/>
    </w:rPr>
  </w:style>
  <w:style w:type="paragraph" w:customStyle="1" w:styleId="Estilo">
    <w:name w:val="Estilo"/>
    <w:uiPriority w:val="99"/>
    <w:rsid w:val="006B6D3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Textosinformato1">
    <w:name w:val="Texto sin formato1"/>
    <w:basedOn w:val="Normal"/>
    <w:rsid w:val="00F7657B"/>
    <w:pPr>
      <w:suppressAutoHyphens/>
    </w:pPr>
    <w:rPr>
      <w:rFonts w:ascii="Courier New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2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1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nm\Datos%20de%20programa\Microsoft\Plantillas\OFICIO%20RRHH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9FCBC-002B-4FDC-B6C6-89489E139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OFICIO RRHH.dot</Template>
  <TotalTime>13</TotalTime>
  <Pages>4</Pages>
  <Words>823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</CharactersWithSpaces>
  <SharedDoc>false</SharedDoc>
  <HLinks>
    <vt:vector size="42" baseType="variant">
      <vt:variant>
        <vt:i4>7340069</vt:i4>
      </vt:variant>
      <vt:variant>
        <vt:i4>18</vt:i4>
      </vt:variant>
      <vt:variant>
        <vt:i4>0</vt:i4>
      </vt:variant>
      <vt:variant>
        <vt:i4>5</vt:i4>
      </vt:variant>
      <vt:variant>
        <vt:lpwstr>http://www.apmarin.com/es_trafico_maritim.html</vt:lpwstr>
      </vt:variant>
      <vt:variant>
        <vt:lpwstr/>
      </vt:variant>
      <vt:variant>
        <vt:i4>3473513</vt:i4>
      </vt:variant>
      <vt:variant>
        <vt:i4>15</vt:i4>
      </vt:variant>
      <vt:variant>
        <vt:i4>0</vt:i4>
      </vt:variant>
      <vt:variant>
        <vt:i4>5</vt:i4>
      </vt:variant>
      <vt:variant>
        <vt:lpwstr>http://www.apmarin.com/</vt:lpwstr>
      </vt:variant>
      <vt:variant>
        <vt:lpwstr/>
      </vt:variant>
      <vt:variant>
        <vt:i4>3473513</vt:i4>
      </vt:variant>
      <vt:variant>
        <vt:i4>12</vt:i4>
      </vt:variant>
      <vt:variant>
        <vt:i4>0</vt:i4>
      </vt:variant>
      <vt:variant>
        <vt:i4>5</vt:i4>
      </vt:variant>
      <vt:variant>
        <vt:lpwstr>http://www.apmarin.com/</vt:lpwstr>
      </vt:variant>
      <vt:variant>
        <vt:lpwstr/>
      </vt:variant>
      <vt:variant>
        <vt:i4>3473513</vt:i4>
      </vt:variant>
      <vt:variant>
        <vt:i4>9</vt:i4>
      </vt:variant>
      <vt:variant>
        <vt:i4>0</vt:i4>
      </vt:variant>
      <vt:variant>
        <vt:i4>5</vt:i4>
      </vt:variant>
      <vt:variant>
        <vt:lpwstr>http://www.apmarin.com/</vt:lpwstr>
      </vt:variant>
      <vt:variant>
        <vt:lpwstr/>
      </vt:variant>
      <vt:variant>
        <vt:i4>12845126</vt:i4>
      </vt:variant>
      <vt:variant>
        <vt:i4>6</vt:i4>
      </vt:variant>
      <vt:variant>
        <vt:i4>0</vt:i4>
      </vt:variant>
      <vt:variant>
        <vt:i4>5</vt:i4>
      </vt:variant>
      <vt:variant>
        <vt:lpwstr>http://www.administración.gob.es/</vt:lpwstr>
      </vt:variant>
      <vt:variant>
        <vt:lpwstr/>
      </vt:variant>
      <vt:variant>
        <vt:i4>3473513</vt:i4>
      </vt:variant>
      <vt:variant>
        <vt:i4>3</vt:i4>
      </vt:variant>
      <vt:variant>
        <vt:i4>0</vt:i4>
      </vt:variant>
      <vt:variant>
        <vt:i4>5</vt:i4>
      </vt:variant>
      <vt:variant>
        <vt:lpwstr>http://www.apmarin.com/</vt:lpwstr>
      </vt:variant>
      <vt:variant>
        <vt:lpwstr/>
      </vt:variant>
      <vt:variant>
        <vt:i4>1441826</vt:i4>
      </vt:variant>
      <vt:variant>
        <vt:i4>0</vt:i4>
      </vt:variant>
      <vt:variant>
        <vt:i4>0</vt:i4>
      </vt:variant>
      <vt:variant>
        <vt:i4>5</vt:i4>
      </vt:variant>
      <vt:variant>
        <vt:lpwstr>mailto:secretariageneral@apmarin.com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JNM</dc:creator>
  <cp:keywords>DIRECCIÓN</cp:keywords>
  <dc:description>msanchez@solofisa.es</dc:description>
  <cp:lastModifiedBy>Natalia Pazos</cp:lastModifiedBy>
  <cp:revision>4</cp:revision>
  <cp:lastPrinted>2024-12-30T07:55:00Z</cp:lastPrinted>
  <dcterms:created xsi:type="dcterms:W3CDTF">2025-06-24T13:45:00Z</dcterms:created>
  <dcterms:modified xsi:type="dcterms:W3CDTF">2025-06-24T13:57:00Z</dcterms:modified>
</cp:coreProperties>
</file>